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E999E" w14:textId="35303DED" w:rsidR="004414A5" w:rsidRPr="00A2500C" w:rsidRDefault="00362A48" w:rsidP="00CE2029">
      <w:pPr>
        <w:pStyle w:val="Datum"/>
        <w:spacing w:after="0"/>
        <w:rPr>
          <w:b w:val="0"/>
          <w:bCs/>
          <w:caps/>
          <w:sz w:val="34"/>
          <w:szCs w:val="34"/>
          <w:lang w:val="de-DE"/>
        </w:rPr>
      </w:pPr>
      <w:r>
        <w:rPr>
          <w:b w:val="0"/>
          <w:bCs/>
          <w:caps/>
          <w:sz w:val="34"/>
          <w:szCs w:val="34"/>
          <w:lang w:val="de-DE"/>
        </w:rPr>
        <w:t xml:space="preserve">WELTNEUHEIT VON </w:t>
      </w:r>
      <w:r w:rsidR="002D0CCC" w:rsidRPr="00A2500C">
        <w:rPr>
          <w:b w:val="0"/>
          <w:bCs/>
          <w:caps/>
          <w:sz w:val="34"/>
          <w:szCs w:val="34"/>
          <w:lang w:val="de-DE"/>
        </w:rPr>
        <w:t>SAGEMCOM</w:t>
      </w:r>
      <w:r>
        <w:rPr>
          <w:b w:val="0"/>
          <w:bCs/>
          <w:caps/>
          <w:sz w:val="34"/>
          <w:szCs w:val="34"/>
          <w:lang w:val="de-DE"/>
        </w:rPr>
        <w:t xml:space="preserve">: DER ERSTE </w:t>
      </w:r>
      <w:r w:rsidR="00456C2F" w:rsidRPr="00A2500C">
        <w:rPr>
          <w:b w:val="0"/>
          <w:bCs/>
          <w:caps/>
          <w:sz w:val="34"/>
          <w:szCs w:val="34"/>
          <w:lang w:val="de-DE"/>
        </w:rPr>
        <w:t>Ultra-Kurzdistanzprojektor, der für jedermann erschwinglich ist</w:t>
      </w:r>
      <w:r w:rsidR="002D0CCC" w:rsidRPr="00A2500C">
        <w:rPr>
          <w:b w:val="0"/>
          <w:bCs/>
          <w:caps/>
          <w:sz w:val="34"/>
          <w:szCs w:val="34"/>
          <w:lang w:val="de-DE"/>
        </w:rPr>
        <w:t xml:space="preserve"> </w:t>
      </w:r>
    </w:p>
    <w:p w14:paraId="07939A06" w14:textId="77777777" w:rsidR="008D4E7E" w:rsidRPr="00A2500C" w:rsidRDefault="008D4E7E" w:rsidP="00DC4DA0">
      <w:pPr>
        <w:pStyle w:val="Titrerubrique"/>
        <w:jc w:val="right"/>
        <w:rPr>
          <w:b w:val="0"/>
          <w:caps w:val="0"/>
          <w:color w:val="800000"/>
          <w:sz w:val="20"/>
          <w:lang w:val="de-DE"/>
        </w:rPr>
      </w:pPr>
    </w:p>
    <w:p w14:paraId="7C2675DD" w14:textId="151F30F7" w:rsidR="00AF596A" w:rsidRPr="00A2500C" w:rsidRDefault="00AF596A" w:rsidP="00446F63">
      <w:pPr>
        <w:jc w:val="center"/>
        <w:rPr>
          <w:b/>
          <w:lang w:val="de-DE"/>
        </w:rPr>
      </w:pPr>
      <w:r w:rsidRPr="00A2500C">
        <w:rPr>
          <w:noProof/>
          <w:lang w:val="de-DE" w:eastAsia="de-DE" w:bidi="ar-SA"/>
        </w:rPr>
        <w:drawing>
          <wp:anchor distT="0" distB="0" distL="114300" distR="114300" simplePos="0" relativeHeight="251659264" behindDoc="1" locked="0" layoutInCell="1" allowOverlap="1" wp14:anchorId="40916D73" wp14:editId="64363898">
            <wp:simplePos x="0" y="0"/>
            <wp:positionH relativeFrom="column">
              <wp:posOffset>1616710</wp:posOffset>
            </wp:positionH>
            <wp:positionV relativeFrom="paragraph">
              <wp:posOffset>12700</wp:posOffset>
            </wp:positionV>
            <wp:extent cx="2040890" cy="1626235"/>
            <wp:effectExtent l="0" t="0" r="0" b="0"/>
            <wp:wrapTight wrapText="bothSides">
              <wp:wrapPolygon edited="0">
                <wp:start x="0" y="0"/>
                <wp:lineTo x="0" y="21254"/>
                <wp:lineTo x="21237" y="21254"/>
                <wp:lineTo x="21237" y="0"/>
                <wp:lineTo x="0" y="0"/>
              </wp:wrapPolygon>
            </wp:wrapTight>
            <wp:docPr id="6" name="Image 6" descr="Pole HighTech:achiquot:Documents:CLIENTS:SAGEMCOM:CP:2013:22. Screeneo:Visuels:picScreeneo_3Q_l_K_2_25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le HighTech:achiquot:Documents:CLIENTS:SAGEMCOM:CP:2013:22. Screeneo:Visuels:picScreeneo_3Q_l_K_2_25L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F4762A" w14:textId="4AB822E3" w:rsidR="005A01D2" w:rsidRPr="00A2500C" w:rsidRDefault="005A01D2" w:rsidP="00446F63">
      <w:pPr>
        <w:jc w:val="center"/>
        <w:rPr>
          <w:b/>
          <w:lang w:val="de-DE"/>
        </w:rPr>
      </w:pPr>
    </w:p>
    <w:p w14:paraId="0773FBE8" w14:textId="77777777" w:rsidR="008D4E7E" w:rsidRPr="00A2500C" w:rsidRDefault="008D4E7E" w:rsidP="002B433E">
      <w:pPr>
        <w:rPr>
          <w:b/>
          <w:sz w:val="24"/>
          <w:lang w:val="de-DE"/>
        </w:rPr>
      </w:pPr>
    </w:p>
    <w:p w14:paraId="44888822" w14:textId="77777777" w:rsidR="008D4E7E" w:rsidRPr="00A2500C" w:rsidRDefault="008D4E7E" w:rsidP="002B433E">
      <w:pPr>
        <w:rPr>
          <w:b/>
          <w:sz w:val="24"/>
          <w:lang w:val="de-DE"/>
        </w:rPr>
      </w:pPr>
    </w:p>
    <w:p w14:paraId="6A848F9A" w14:textId="77777777" w:rsidR="00AF596A" w:rsidRPr="00A2500C" w:rsidRDefault="00AF596A" w:rsidP="002B433E">
      <w:pPr>
        <w:rPr>
          <w:b/>
          <w:sz w:val="24"/>
          <w:lang w:val="de-DE"/>
        </w:rPr>
      </w:pPr>
    </w:p>
    <w:p w14:paraId="7A85EB92" w14:textId="77777777" w:rsidR="00AF596A" w:rsidRPr="00A2500C" w:rsidRDefault="00AF596A" w:rsidP="002B433E">
      <w:pPr>
        <w:rPr>
          <w:b/>
          <w:sz w:val="24"/>
          <w:lang w:val="de-DE"/>
        </w:rPr>
      </w:pPr>
    </w:p>
    <w:p w14:paraId="7EAB3E11" w14:textId="77777777" w:rsidR="00AF596A" w:rsidRPr="00A2500C" w:rsidRDefault="00AF596A" w:rsidP="002B433E">
      <w:pPr>
        <w:rPr>
          <w:b/>
          <w:sz w:val="24"/>
          <w:lang w:val="de-DE"/>
        </w:rPr>
      </w:pPr>
    </w:p>
    <w:p w14:paraId="0A790019" w14:textId="77777777" w:rsidR="00AF596A" w:rsidRPr="00A2500C" w:rsidRDefault="00AF596A" w:rsidP="002B433E">
      <w:pPr>
        <w:rPr>
          <w:b/>
          <w:sz w:val="24"/>
          <w:lang w:val="de-DE"/>
        </w:rPr>
      </w:pPr>
    </w:p>
    <w:p w14:paraId="5F05848A" w14:textId="77777777" w:rsidR="00AF596A" w:rsidRPr="00A2500C" w:rsidRDefault="00AF596A" w:rsidP="002B433E">
      <w:pPr>
        <w:rPr>
          <w:b/>
          <w:sz w:val="24"/>
          <w:lang w:val="de-DE"/>
        </w:rPr>
      </w:pPr>
    </w:p>
    <w:p w14:paraId="71BA8A95" w14:textId="77777777" w:rsidR="00AF596A" w:rsidRPr="00A2500C" w:rsidRDefault="00AF596A" w:rsidP="002B433E">
      <w:pPr>
        <w:rPr>
          <w:b/>
          <w:sz w:val="24"/>
          <w:lang w:val="de-DE"/>
        </w:rPr>
      </w:pPr>
    </w:p>
    <w:p w14:paraId="2C4DAD6D" w14:textId="3B74822B" w:rsidR="00EA40C9" w:rsidRPr="00A2500C" w:rsidRDefault="00A75E80" w:rsidP="002B433E">
      <w:pPr>
        <w:rPr>
          <w:b/>
          <w:sz w:val="24"/>
          <w:lang w:val="de-DE"/>
        </w:rPr>
      </w:pPr>
      <w:r w:rsidRPr="00A2500C">
        <w:rPr>
          <w:b/>
          <w:sz w:val="24"/>
          <w:lang w:val="de-DE"/>
        </w:rPr>
        <w:t xml:space="preserve">SCREENEO, </w:t>
      </w:r>
      <w:r w:rsidR="00165778" w:rsidRPr="00A2500C">
        <w:rPr>
          <w:b/>
          <w:sz w:val="24"/>
          <w:lang w:val="de-DE"/>
        </w:rPr>
        <w:t>DE</w:t>
      </w:r>
      <w:r w:rsidR="00362A48">
        <w:rPr>
          <w:b/>
          <w:sz w:val="24"/>
          <w:lang w:val="de-DE"/>
        </w:rPr>
        <w:t>R UNTER DER MARKE PHILIPS ERSCH</w:t>
      </w:r>
      <w:r w:rsidR="00165778" w:rsidRPr="00A2500C">
        <w:rPr>
          <w:b/>
          <w:sz w:val="24"/>
          <w:lang w:val="de-DE"/>
        </w:rPr>
        <w:t>E</w:t>
      </w:r>
      <w:r w:rsidR="00362A48">
        <w:rPr>
          <w:b/>
          <w:sz w:val="24"/>
          <w:lang w:val="de-DE"/>
        </w:rPr>
        <w:t>INT</w:t>
      </w:r>
      <w:r w:rsidRPr="00A2500C">
        <w:rPr>
          <w:b/>
          <w:sz w:val="24"/>
          <w:lang w:val="de-DE"/>
        </w:rPr>
        <w:t>, IS</w:t>
      </w:r>
      <w:r w:rsidR="00696C27" w:rsidRPr="00A2500C">
        <w:rPr>
          <w:b/>
          <w:sz w:val="24"/>
          <w:lang w:val="de-DE"/>
        </w:rPr>
        <w:t>T EIN ULTRA-KURZDISTANZPROJEKTOR MIT HERVORRAGENDER KLANGQUALITÄT.</w:t>
      </w:r>
      <w:r w:rsidRPr="00A2500C">
        <w:rPr>
          <w:b/>
          <w:sz w:val="24"/>
          <w:lang w:val="de-DE"/>
        </w:rPr>
        <w:t xml:space="preserve"> </w:t>
      </w:r>
      <w:r w:rsidR="00696C27" w:rsidRPr="00A2500C">
        <w:rPr>
          <w:b/>
          <w:sz w:val="24"/>
          <w:lang w:val="de-DE"/>
        </w:rPr>
        <w:t>ER IST DIE NEUESTE IN</w:t>
      </w:r>
      <w:r w:rsidR="00362A48">
        <w:rPr>
          <w:b/>
          <w:sz w:val="24"/>
          <w:lang w:val="de-DE"/>
        </w:rPr>
        <w:t>NOVATION AUS DEM HAUSE SAGEMCOM,</w:t>
      </w:r>
      <w:r w:rsidR="00696C27" w:rsidRPr="00A2500C">
        <w:rPr>
          <w:b/>
          <w:sz w:val="24"/>
          <w:lang w:val="de-DE"/>
        </w:rPr>
        <w:t xml:space="preserve"> DEM EUROPÄISCHEN MARKTFÜHRER FÜR ELEKTRONIK FÜR ZU HAUSE.</w:t>
      </w:r>
    </w:p>
    <w:p w14:paraId="0F2F8500" w14:textId="77777777" w:rsidR="00D202C3" w:rsidRPr="00A2500C" w:rsidRDefault="00D202C3" w:rsidP="002B433E">
      <w:pPr>
        <w:rPr>
          <w:b/>
          <w:szCs w:val="22"/>
          <w:lang w:val="de-DE"/>
        </w:rPr>
      </w:pPr>
    </w:p>
    <w:p w14:paraId="0BA18908" w14:textId="3E796FFD" w:rsidR="00CE2029" w:rsidRPr="00A2500C" w:rsidRDefault="00362A48" w:rsidP="002B433E">
      <w:pPr>
        <w:rPr>
          <w:bCs/>
          <w:szCs w:val="22"/>
          <w:lang w:val="de-DE"/>
        </w:rPr>
      </w:pPr>
      <w:r w:rsidRPr="00362A48">
        <w:rPr>
          <w:b/>
          <w:bCs/>
          <w:szCs w:val="22"/>
          <w:lang w:val="de-DE"/>
        </w:rPr>
        <w:t>Eschborn, im September 2013.</w:t>
      </w:r>
      <w:r>
        <w:rPr>
          <w:bCs/>
          <w:szCs w:val="22"/>
          <w:lang w:val="de-DE"/>
        </w:rPr>
        <w:t xml:space="preserve"> </w:t>
      </w:r>
      <w:proofErr w:type="spellStart"/>
      <w:r w:rsidR="00A75E80" w:rsidRPr="00A2500C">
        <w:rPr>
          <w:bCs/>
          <w:szCs w:val="22"/>
          <w:lang w:val="de-DE"/>
        </w:rPr>
        <w:t>Screeneo</w:t>
      </w:r>
      <w:proofErr w:type="spellEnd"/>
      <w:r w:rsidR="00A75E80" w:rsidRPr="00A2500C">
        <w:rPr>
          <w:bCs/>
          <w:szCs w:val="22"/>
          <w:lang w:val="de-DE"/>
        </w:rPr>
        <w:t xml:space="preserve"> is</w:t>
      </w:r>
      <w:r w:rsidR="00165778" w:rsidRPr="00A2500C">
        <w:rPr>
          <w:bCs/>
          <w:szCs w:val="22"/>
          <w:lang w:val="de-DE"/>
        </w:rPr>
        <w:t>t ein revolutionärer Projektor für zu Hause</w:t>
      </w:r>
      <w:r w:rsidR="00A75E80" w:rsidRPr="00A2500C">
        <w:rPr>
          <w:bCs/>
          <w:szCs w:val="22"/>
          <w:lang w:val="de-DE"/>
        </w:rPr>
        <w:t xml:space="preserve">, </w:t>
      </w:r>
      <w:r w:rsidR="00165778" w:rsidRPr="00A2500C">
        <w:rPr>
          <w:bCs/>
          <w:szCs w:val="22"/>
          <w:lang w:val="de-DE"/>
        </w:rPr>
        <w:t>der bei einem geringen Abstand zur Wand multimediale Inhalte oder sogar Fernsehprogramme auf ein</w:t>
      </w:r>
      <w:r>
        <w:rPr>
          <w:bCs/>
          <w:szCs w:val="22"/>
          <w:lang w:val="de-DE"/>
        </w:rPr>
        <w:t>e Bilddiagonale von bis zu 100 Zoll</w:t>
      </w:r>
      <w:r w:rsidR="00165778" w:rsidRPr="00A2500C">
        <w:rPr>
          <w:bCs/>
          <w:szCs w:val="22"/>
          <w:lang w:val="de-DE"/>
        </w:rPr>
        <w:t xml:space="preserve"> projizieren kann. Die </w:t>
      </w:r>
      <w:r w:rsidR="003D6237" w:rsidRPr="00A2500C">
        <w:rPr>
          <w:bCs/>
          <w:szCs w:val="22"/>
          <w:lang w:val="de-DE"/>
        </w:rPr>
        <w:t xml:space="preserve">hervorragende </w:t>
      </w:r>
      <w:r w:rsidR="00165778" w:rsidRPr="00A2500C">
        <w:rPr>
          <w:bCs/>
          <w:szCs w:val="22"/>
          <w:lang w:val="de-DE"/>
        </w:rPr>
        <w:t>Klangqualität</w:t>
      </w:r>
      <w:r w:rsidR="003D6237" w:rsidRPr="00A2500C">
        <w:rPr>
          <w:bCs/>
          <w:szCs w:val="22"/>
          <w:lang w:val="de-DE"/>
        </w:rPr>
        <w:t xml:space="preserve"> der integrierten Lautsprecher</w:t>
      </w:r>
      <w:r w:rsidR="00165778" w:rsidRPr="00A2500C">
        <w:rPr>
          <w:bCs/>
          <w:szCs w:val="22"/>
          <w:lang w:val="de-DE"/>
        </w:rPr>
        <w:t xml:space="preserve"> </w:t>
      </w:r>
      <w:r w:rsidR="003D6237" w:rsidRPr="00A2500C">
        <w:rPr>
          <w:bCs/>
          <w:szCs w:val="22"/>
          <w:lang w:val="de-DE"/>
        </w:rPr>
        <w:t>wird durch einen Subwoofer unterstützt.</w:t>
      </w:r>
    </w:p>
    <w:p w14:paraId="7EAE8090" w14:textId="77777777" w:rsidR="0033484F" w:rsidRPr="00A2500C" w:rsidRDefault="0033484F" w:rsidP="002B433E">
      <w:pPr>
        <w:rPr>
          <w:bCs/>
          <w:lang w:val="de-DE"/>
        </w:rPr>
      </w:pPr>
    </w:p>
    <w:p w14:paraId="439D1964" w14:textId="32DAE4E0" w:rsidR="00F67A22" w:rsidRPr="00A2500C" w:rsidRDefault="00EA40C9" w:rsidP="00F67A22">
      <w:pPr>
        <w:rPr>
          <w:b/>
          <w:sz w:val="24"/>
          <w:lang w:val="de-DE"/>
        </w:rPr>
      </w:pPr>
      <w:r w:rsidRPr="00A2500C">
        <w:rPr>
          <w:b/>
          <w:sz w:val="24"/>
          <w:lang w:val="de-DE"/>
        </w:rPr>
        <w:t>100</w:t>
      </w:r>
      <w:r w:rsidR="00362A48">
        <w:rPr>
          <w:b/>
          <w:sz w:val="24"/>
          <w:lang w:val="de-DE"/>
        </w:rPr>
        <w:t xml:space="preserve"> Zoll</w:t>
      </w:r>
      <w:r w:rsidR="00165778" w:rsidRPr="00A2500C">
        <w:rPr>
          <w:b/>
          <w:sz w:val="24"/>
          <w:lang w:val="de-DE"/>
        </w:rPr>
        <w:t xml:space="preserve"> Bilddiagonale bei einem Abstand zur Wand von</w:t>
      </w:r>
      <w:r w:rsidRPr="00A2500C">
        <w:rPr>
          <w:b/>
          <w:sz w:val="24"/>
          <w:lang w:val="de-DE"/>
        </w:rPr>
        <w:t xml:space="preserve"> 44 cm </w:t>
      </w:r>
    </w:p>
    <w:p w14:paraId="3100BD60" w14:textId="77777777" w:rsidR="00CE2029" w:rsidRPr="00A2500C" w:rsidRDefault="00CE2029" w:rsidP="00F67A22">
      <w:pPr>
        <w:rPr>
          <w:b/>
          <w:sz w:val="24"/>
          <w:lang w:val="de-DE"/>
        </w:rPr>
      </w:pPr>
    </w:p>
    <w:p w14:paraId="046DDCF4" w14:textId="47549317" w:rsidR="00CE2029" w:rsidRPr="00A2500C" w:rsidRDefault="003D6237" w:rsidP="00F67A22">
      <w:pPr>
        <w:rPr>
          <w:rFonts w:cs="Arial"/>
          <w:szCs w:val="22"/>
          <w:lang w:val="de-DE"/>
        </w:rPr>
      </w:pPr>
      <w:r w:rsidRPr="00A2500C">
        <w:rPr>
          <w:szCs w:val="22"/>
          <w:lang w:val="de-DE"/>
        </w:rPr>
        <w:t xml:space="preserve">Dank der Ultra-Kurzdistanz- und LED-Technologie kann der Nutzer die </w:t>
      </w:r>
      <w:r w:rsidR="00362A48">
        <w:rPr>
          <w:szCs w:val="22"/>
          <w:lang w:val="de-DE"/>
        </w:rPr>
        <w:t>Größe der Bilddiagonale</w:t>
      </w:r>
      <w:r w:rsidRPr="00A2500C">
        <w:rPr>
          <w:szCs w:val="22"/>
          <w:lang w:val="de-DE"/>
        </w:rPr>
        <w:t xml:space="preserve"> </w:t>
      </w:r>
      <w:r w:rsidR="00A75E80" w:rsidRPr="00A2500C">
        <w:rPr>
          <w:szCs w:val="22"/>
          <w:lang w:val="de-DE"/>
        </w:rPr>
        <w:t>(</w:t>
      </w:r>
      <w:r w:rsidR="00BD79A5" w:rsidRPr="00A2500C">
        <w:rPr>
          <w:szCs w:val="22"/>
          <w:lang w:val="de-DE"/>
        </w:rPr>
        <w:t>50</w:t>
      </w:r>
      <w:r w:rsidR="00362A48">
        <w:rPr>
          <w:szCs w:val="22"/>
          <w:lang w:val="de-DE"/>
        </w:rPr>
        <w:t xml:space="preserve"> bis 100 Zoll</w:t>
      </w:r>
      <w:r w:rsidR="00A75E80" w:rsidRPr="00A2500C">
        <w:rPr>
          <w:szCs w:val="22"/>
          <w:lang w:val="de-DE"/>
        </w:rPr>
        <w:t xml:space="preserve">) </w:t>
      </w:r>
      <w:r w:rsidRPr="00A2500C">
        <w:rPr>
          <w:szCs w:val="22"/>
          <w:lang w:val="de-DE"/>
        </w:rPr>
        <w:t>selbst bestimmen</w:t>
      </w:r>
      <w:r w:rsidR="00E35B47">
        <w:rPr>
          <w:szCs w:val="22"/>
          <w:lang w:val="de-DE"/>
        </w:rPr>
        <w:t>,</w:t>
      </w:r>
      <w:r w:rsidRPr="00A2500C">
        <w:rPr>
          <w:szCs w:val="22"/>
          <w:lang w:val="de-DE"/>
        </w:rPr>
        <w:t xml:space="preserve"> indem er den Abstand des </w:t>
      </w:r>
      <w:proofErr w:type="spellStart"/>
      <w:r w:rsidRPr="00A2500C">
        <w:rPr>
          <w:szCs w:val="22"/>
          <w:lang w:val="de-DE"/>
        </w:rPr>
        <w:t>Screeneo</w:t>
      </w:r>
      <w:proofErr w:type="spellEnd"/>
      <w:r w:rsidRPr="00A2500C">
        <w:rPr>
          <w:szCs w:val="22"/>
          <w:lang w:val="de-DE"/>
        </w:rPr>
        <w:t xml:space="preserve"> zur Wand variiert (</w:t>
      </w:r>
      <w:proofErr w:type="gramStart"/>
      <w:r w:rsidR="00362A48">
        <w:rPr>
          <w:szCs w:val="22"/>
          <w:lang w:val="de-DE"/>
        </w:rPr>
        <w:t>10 bis</w:t>
      </w:r>
      <w:proofErr w:type="gramEnd"/>
      <w:r w:rsidR="00A75E80" w:rsidRPr="00A2500C">
        <w:rPr>
          <w:szCs w:val="22"/>
          <w:lang w:val="de-DE"/>
        </w:rPr>
        <w:t xml:space="preserve"> 44 cm). </w:t>
      </w:r>
      <w:r w:rsidRPr="00A2500C">
        <w:rPr>
          <w:szCs w:val="22"/>
          <w:lang w:val="de-DE"/>
        </w:rPr>
        <w:t xml:space="preserve">Dieses Gerät ist leicht zu installieren, kompatibel mit vielerlei Geräten wie </w:t>
      </w:r>
      <w:proofErr w:type="spellStart"/>
      <w:r w:rsidRPr="00A2500C">
        <w:rPr>
          <w:szCs w:val="22"/>
          <w:lang w:val="de-DE"/>
        </w:rPr>
        <w:t>Smartphones</w:t>
      </w:r>
      <w:proofErr w:type="spellEnd"/>
      <w:r w:rsidRPr="00A2500C">
        <w:rPr>
          <w:szCs w:val="22"/>
          <w:lang w:val="de-DE"/>
        </w:rPr>
        <w:t xml:space="preserve">, </w:t>
      </w:r>
      <w:proofErr w:type="spellStart"/>
      <w:r w:rsidRPr="00A2500C">
        <w:rPr>
          <w:szCs w:val="22"/>
          <w:lang w:val="de-DE"/>
        </w:rPr>
        <w:t>Tablets</w:t>
      </w:r>
      <w:proofErr w:type="spellEnd"/>
      <w:r w:rsidRPr="00A2500C">
        <w:rPr>
          <w:szCs w:val="22"/>
          <w:lang w:val="de-DE"/>
        </w:rPr>
        <w:t xml:space="preserve">, etc. und bietet großen Bildgenuss zu einem bezahlbaren Preis: </w:t>
      </w:r>
      <w:r w:rsidR="00926EEB">
        <w:rPr>
          <w:szCs w:val="22"/>
          <w:lang w:val="de-DE"/>
        </w:rPr>
        <w:t>Der UVP liegt bei</w:t>
      </w:r>
      <w:r w:rsidR="00362A48">
        <w:rPr>
          <w:szCs w:val="22"/>
          <w:lang w:val="de-DE"/>
        </w:rPr>
        <w:t xml:space="preserve"> </w:t>
      </w:r>
      <w:r w:rsidR="0033484F" w:rsidRPr="00A2500C">
        <w:rPr>
          <w:szCs w:val="22"/>
          <w:lang w:val="de-DE"/>
        </w:rPr>
        <w:t>1</w:t>
      </w:r>
      <w:r w:rsidR="00362A48">
        <w:rPr>
          <w:szCs w:val="22"/>
          <w:lang w:val="de-DE"/>
        </w:rPr>
        <w:t>.</w:t>
      </w:r>
      <w:r w:rsidR="00926EEB">
        <w:rPr>
          <w:szCs w:val="22"/>
          <w:lang w:val="de-DE"/>
        </w:rPr>
        <w:t>599,99 Euro.</w:t>
      </w:r>
    </w:p>
    <w:p w14:paraId="25EB35E8" w14:textId="77777777" w:rsidR="00E26A1B" w:rsidRPr="00A2500C" w:rsidRDefault="00E26A1B" w:rsidP="00E26A1B">
      <w:pPr>
        <w:rPr>
          <w:bCs/>
          <w:lang w:val="de-DE"/>
        </w:rPr>
      </w:pPr>
    </w:p>
    <w:p w14:paraId="421602B6" w14:textId="4A41B08F" w:rsidR="00071F51" w:rsidRPr="00A2500C" w:rsidRDefault="009A4443" w:rsidP="00B6504C">
      <w:pPr>
        <w:rPr>
          <w:bCs/>
          <w:lang w:val="de-DE"/>
        </w:rPr>
      </w:pPr>
      <w:r w:rsidRPr="00A2500C">
        <w:rPr>
          <w:bCs/>
          <w:lang w:val="de-DE"/>
        </w:rPr>
        <w:t xml:space="preserve">Für den </w:t>
      </w:r>
      <w:proofErr w:type="spellStart"/>
      <w:r w:rsidRPr="00A2500C">
        <w:rPr>
          <w:bCs/>
          <w:lang w:val="de-DE"/>
        </w:rPr>
        <w:t>Screeneo</w:t>
      </w:r>
      <w:proofErr w:type="spellEnd"/>
      <w:r w:rsidRPr="00A2500C">
        <w:rPr>
          <w:bCs/>
          <w:lang w:val="de-DE"/>
        </w:rPr>
        <w:t xml:space="preserve"> wird keine Leinwand benötigt</w:t>
      </w:r>
      <w:r w:rsidR="00E26A1B" w:rsidRPr="00A2500C">
        <w:rPr>
          <w:bCs/>
          <w:lang w:val="de-DE"/>
        </w:rPr>
        <w:t xml:space="preserve">. </w:t>
      </w:r>
      <w:r w:rsidRPr="00A2500C">
        <w:rPr>
          <w:bCs/>
          <w:lang w:val="de-DE"/>
        </w:rPr>
        <w:t xml:space="preserve">Durch diese Unabhängigkeit in Kombination mit der Kurzdistanz </w:t>
      </w:r>
      <w:r w:rsidR="00A2500C" w:rsidRPr="00A2500C">
        <w:rPr>
          <w:bCs/>
          <w:lang w:val="de-DE"/>
        </w:rPr>
        <w:t xml:space="preserve">und </w:t>
      </w:r>
      <w:r w:rsidR="00E35B47">
        <w:rPr>
          <w:bCs/>
          <w:lang w:val="de-DE"/>
        </w:rPr>
        <w:t>einen</w:t>
      </w:r>
      <w:r w:rsidR="00A2500C" w:rsidRPr="00A2500C">
        <w:rPr>
          <w:bCs/>
          <w:lang w:val="de-DE"/>
        </w:rPr>
        <w:t xml:space="preserve"> Tragegriff auf der Rückseite </w:t>
      </w:r>
      <w:r w:rsidR="00E35B47">
        <w:rPr>
          <w:bCs/>
          <w:lang w:val="de-DE"/>
        </w:rPr>
        <w:t xml:space="preserve">wird seine </w:t>
      </w:r>
      <w:r w:rsidR="00A2500C" w:rsidRPr="00A2500C">
        <w:rPr>
          <w:bCs/>
          <w:lang w:val="de-DE"/>
        </w:rPr>
        <w:t>Mobilität</w:t>
      </w:r>
      <w:r w:rsidR="00E35B47">
        <w:rPr>
          <w:bCs/>
          <w:lang w:val="de-DE"/>
        </w:rPr>
        <w:t xml:space="preserve"> erleichtert</w:t>
      </w:r>
      <w:r w:rsidR="00A2500C" w:rsidRPr="00A2500C">
        <w:rPr>
          <w:bCs/>
          <w:lang w:val="de-DE"/>
        </w:rPr>
        <w:t xml:space="preserve">. Der </w:t>
      </w:r>
      <w:proofErr w:type="spellStart"/>
      <w:r w:rsidR="00A2500C" w:rsidRPr="00A2500C">
        <w:rPr>
          <w:bCs/>
          <w:lang w:val="de-DE"/>
        </w:rPr>
        <w:t>Screeneo</w:t>
      </w:r>
      <w:proofErr w:type="spellEnd"/>
      <w:r w:rsidR="00A2500C" w:rsidRPr="00A2500C">
        <w:rPr>
          <w:bCs/>
          <w:lang w:val="de-DE"/>
        </w:rPr>
        <w:t xml:space="preserve"> kann in jedem Zimmer verwendet werden, je nach Geschmack und Vorliebe.</w:t>
      </w:r>
    </w:p>
    <w:p w14:paraId="4B3CE214" w14:textId="77777777" w:rsidR="00FC6078" w:rsidRPr="00A2500C" w:rsidRDefault="00FC6078" w:rsidP="00B6504C">
      <w:pPr>
        <w:rPr>
          <w:bCs/>
          <w:lang w:val="de-DE"/>
        </w:rPr>
      </w:pPr>
    </w:p>
    <w:p w14:paraId="59943936" w14:textId="2E5DDC62" w:rsidR="002C0099" w:rsidRPr="00A2500C" w:rsidRDefault="002C0099" w:rsidP="002C0099">
      <w:pPr>
        <w:rPr>
          <w:rFonts w:cs="Arial"/>
          <w:b/>
          <w:sz w:val="24"/>
          <w:lang w:val="de-DE"/>
        </w:rPr>
      </w:pPr>
      <w:proofErr w:type="spellStart"/>
      <w:r w:rsidRPr="00A2500C">
        <w:rPr>
          <w:b/>
          <w:sz w:val="24"/>
          <w:lang w:val="de-DE"/>
        </w:rPr>
        <w:t>Screeneo</w:t>
      </w:r>
      <w:proofErr w:type="spellEnd"/>
      <w:r w:rsidRPr="00A2500C">
        <w:rPr>
          <w:b/>
          <w:sz w:val="24"/>
          <w:lang w:val="de-DE"/>
        </w:rPr>
        <w:t xml:space="preserve">: </w:t>
      </w:r>
      <w:r w:rsidR="003D6237" w:rsidRPr="00A2500C">
        <w:rPr>
          <w:b/>
          <w:sz w:val="24"/>
          <w:lang w:val="de-DE"/>
        </w:rPr>
        <w:t>Bild- und Klangqualität</w:t>
      </w:r>
      <w:r w:rsidRPr="00A2500C">
        <w:rPr>
          <w:b/>
          <w:sz w:val="24"/>
          <w:lang w:val="de-DE"/>
        </w:rPr>
        <w:t xml:space="preserve"> </w:t>
      </w:r>
    </w:p>
    <w:p w14:paraId="2663C09C" w14:textId="77777777" w:rsidR="002C0099" w:rsidRPr="00A2500C" w:rsidRDefault="002C0099" w:rsidP="002C0099">
      <w:pPr>
        <w:rPr>
          <w:rFonts w:cs="Arial"/>
          <w:szCs w:val="22"/>
          <w:lang w:val="de-DE"/>
        </w:rPr>
      </w:pPr>
    </w:p>
    <w:p w14:paraId="5BE0DB0A" w14:textId="1379D388" w:rsidR="002C0099" w:rsidRPr="003D6237" w:rsidRDefault="003D6237" w:rsidP="002C0099">
      <w:pPr>
        <w:rPr>
          <w:szCs w:val="22"/>
          <w:lang w:val="de-DE"/>
        </w:rPr>
      </w:pPr>
      <w:r w:rsidRPr="00A2500C">
        <w:rPr>
          <w:szCs w:val="22"/>
          <w:lang w:val="de-DE"/>
        </w:rPr>
        <w:t>Der Ultra-Kurzdistanzprojektor ausgestattet mit der neuesten LED-, HD- und 3D</w:t>
      </w:r>
      <w:r w:rsidR="002C0099" w:rsidRPr="00A2500C">
        <w:rPr>
          <w:rStyle w:val="Funotenzeichen"/>
          <w:szCs w:val="22"/>
          <w:lang w:val="de-DE"/>
        </w:rPr>
        <w:footnoteReference w:id="1"/>
      </w:r>
      <w:r w:rsidRPr="00A2500C">
        <w:rPr>
          <w:szCs w:val="22"/>
          <w:lang w:val="de-DE"/>
        </w:rPr>
        <w:t>-</w:t>
      </w:r>
      <w:r w:rsidRPr="003D6237">
        <w:rPr>
          <w:szCs w:val="22"/>
          <w:lang w:val="de-DE"/>
        </w:rPr>
        <w:t>Technologie sorgt für spektakuläre Bildqualität in natürlichen Farben.</w:t>
      </w:r>
      <w:r w:rsidR="002C0099" w:rsidRPr="003D6237">
        <w:rPr>
          <w:szCs w:val="22"/>
          <w:lang w:val="de-DE"/>
        </w:rPr>
        <w:t xml:space="preserve"> </w:t>
      </w:r>
      <w:r w:rsidRPr="003D6237">
        <w:rPr>
          <w:szCs w:val="22"/>
          <w:lang w:val="de-DE"/>
        </w:rPr>
        <w:t xml:space="preserve">Die angewandte LED-Technologie, die zuvor noch nie in einem Projektor dieser Art verwendet wurde, </w:t>
      </w:r>
      <w:r>
        <w:rPr>
          <w:szCs w:val="22"/>
          <w:lang w:val="de-DE"/>
        </w:rPr>
        <w:t>stellt sicher, dass die Glühbirne nicht gewechselt werden muss</w:t>
      </w:r>
      <w:r w:rsidR="002C0099" w:rsidRPr="003D6237">
        <w:rPr>
          <w:szCs w:val="22"/>
          <w:lang w:val="de-DE"/>
        </w:rPr>
        <w:t xml:space="preserve">! </w:t>
      </w:r>
    </w:p>
    <w:p w14:paraId="5C3FFB94" w14:textId="77777777" w:rsidR="002C0099" w:rsidRPr="003D6237" w:rsidRDefault="002C0099" w:rsidP="002C0099">
      <w:pPr>
        <w:rPr>
          <w:rFonts w:cs="Arial"/>
          <w:szCs w:val="22"/>
          <w:lang w:val="de-DE"/>
        </w:rPr>
      </w:pPr>
    </w:p>
    <w:p w14:paraId="4B7FCC63" w14:textId="126D48DC" w:rsidR="00E26A1B" w:rsidRPr="001E2B3F" w:rsidRDefault="00A2500C" w:rsidP="00B6504C">
      <w:pPr>
        <w:rPr>
          <w:rFonts w:cs="Arial"/>
          <w:szCs w:val="22"/>
          <w:lang w:val="de-DE"/>
        </w:rPr>
      </w:pPr>
      <w:r w:rsidRPr="00A2500C">
        <w:rPr>
          <w:szCs w:val="22"/>
          <w:lang w:val="de-DE"/>
        </w:rPr>
        <w:lastRenderedPageBreak/>
        <w:t xml:space="preserve">Im </w:t>
      </w:r>
      <w:proofErr w:type="spellStart"/>
      <w:r w:rsidR="00B53CE6" w:rsidRPr="00A2500C">
        <w:rPr>
          <w:szCs w:val="22"/>
          <w:lang w:val="de-DE"/>
        </w:rPr>
        <w:t>Screeneo</w:t>
      </w:r>
      <w:proofErr w:type="spellEnd"/>
      <w:r w:rsidR="00B53CE6" w:rsidRPr="00A2500C">
        <w:rPr>
          <w:szCs w:val="22"/>
          <w:lang w:val="de-DE"/>
        </w:rPr>
        <w:t xml:space="preserve"> </w:t>
      </w:r>
      <w:r w:rsidRPr="00A2500C">
        <w:rPr>
          <w:szCs w:val="22"/>
          <w:lang w:val="de-DE"/>
        </w:rPr>
        <w:t>sind Lautsprecher und ein Subwoofer inbegriffen, d</w:t>
      </w:r>
      <w:r>
        <w:rPr>
          <w:szCs w:val="22"/>
          <w:lang w:val="de-DE"/>
        </w:rPr>
        <w:t>ie eine kinoähnliche Atmosphäre kreieren (</w:t>
      </w:r>
      <w:r w:rsidR="00B53CE6" w:rsidRPr="00A2500C">
        <w:rPr>
          <w:szCs w:val="22"/>
          <w:lang w:val="de-DE"/>
        </w:rPr>
        <w:t xml:space="preserve">Dolby digital 2.1, 26 Watt). </w:t>
      </w:r>
      <w:r w:rsidRPr="00A2500C">
        <w:rPr>
          <w:szCs w:val="22"/>
          <w:lang w:val="de-DE"/>
        </w:rPr>
        <w:t>Dies macht ihn unabhängig, sodass man kein extern</w:t>
      </w:r>
      <w:r>
        <w:rPr>
          <w:szCs w:val="22"/>
          <w:lang w:val="de-DE"/>
        </w:rPr>
        <w:t>e</w:t>
      </w:r>
      <w:r w:rsidRPr="00A2500C">
        <w:rPr>
          <w:szCs w:val="22"/>
          <w:lang w:val="de-DE"/>
        </w:rPr>
        <w:t xml:space="preserve">s </w:t>
      </w:r>
      <w:proofErr w:type="spellStart"/>
      <w:r>
        <w:rPr>
          <w:szCs w:val="22"/>
          <w:lang w:val="de-DE"/>
        </w:rPr>
        <w:t>HiFi</w:t>
      </w:r>
      <w:proofErr w:type="spellEnd"/>
      <w:r>
        <w:rPr>
          <w:szCs w:val="22"/>
          <w:lang w:val="de-DE"/>
        </w:rPr>
        <w:t>-S</w:t>
      </w:r>
      <w:r w:rsidRPr="00A2500C">
        <w:rPr>
          <w:szCs w:val="22"/>
          <w:lang w:val="de-DE"/>
        </w:rPr>
        <w:t>ystem anschließen muss</w:t>
      </w:r>
      <w:r>
        <w:rPr>
          <w:szCs w:val="22"/>
          <w:lang w:val="de-DE"/>
        </w:rPr>
        <w:t xml:space="preserve">. </w:t>
      </w:r>
      <w:r w:rsidRPr="00A2500C">
        <w:rPr>
          <w:szCs w:val="22"/>
          <w:lang w:val="de-DE"/>
        </w:rPr>
        <w:t>Er kann somit auch zur reinen Musikwiedergabe (integrierter MP4-Player</w:t>
      </w:r>
      <w:proofErr w:type="gramStart"/>
      <w:r w:rsidRPr="00A2500C">
        <w:rPr>
          <w:szCs w:val="22"/>
          <w:lang w:val="de-DE"/>
        </w:rPr>
        <w:t>) verwendet</w:t>
      </w:r>
      <w:proofErr w:type="gramEnd"/>
      <w:r w:rsidRPr="00A2500C">
        <w:rPr>
          <w:szCs w:val="22"/>
          <w:lang w:val="de-DE"/>
        </w:rPr>
        <w:t xml:space="preserve"> </w:t>
      </w:r>
      <w:r>
        <w:rPr>
          <w:szCs w:val="22"/>
          <w:lang w:val="de-DE"/>
        </w:rPr>
        <w:t>we</w:t>
      </w:r>
      <w:r w:rsidRPr="00A2500C">
        <w:rPr>
          <w:szCs w:val="22"/>
          <w:lang w:val="de-DE"/>
        </w:rPr>
        <w:t xml:space="preserve">rden, z.B. über </w:t>
      </w:r>
      <w:r w:rsidR="00B53CE6" w:rsidRPr="00A2500C">
        <w:rPr>
          <w:szCs w:val="22"/>
          <w:lang w:val="de-DE"/>
        </w:rPr>
        <w:t>Bluetooth, W</w:t>
      </w:r>
      <w:r w:rsidRPr="00A2500C">
        <w:rPr>
          <w:szCs w:val="22"/>
          <w:lang w:val="de-DE"/>
        </w:rPr>
        <w:t>LAN</w:t>
      </w:r>
      <w:r w:rsidR="00362A48">
        <w:rPr>
          <w:szCs w:val="22"/>
          <w:lang w:val="de-DE"/>
        </w:rPr>
        <w:t xml:space="preserve"> oder direkt vom Smartphone, </w:t>
      </w:r>
      <w:proofErr w:type="spellStart"/>
      <w:r w:rsidR="00362A48">
        <w:rPr>
          <w:szCs w:val="22"/>
          <w:lang w:val="de-DE"/>
        </w:rPr>
        <w:t>Tablet</w:t>
      </w:r>
      <w:proofErr w:type="spellEnd"/>
      <w:r w:rsidR="00362A48">
        <w:rPr>
          <w:szCs w:val="22"/>
          <w:lang w:val="de-DE"/>
        </w:rPr>
        <w:t xml:space="preserve"> oder dem</w:t>
      </w:r>
      <w:r>
        <w:rPr>
          <w:szCs w:val="22"/>
          <w:lang w:val="de-DE"/>
        </w:rPr>
        <w:t xml:space="preserve"> internen Speicher </w:t>
      </w:r>
      <w:r w:rsidR="00B53CE6" w:rsidRPr="00A2500C">
        <w:rPr>
          <w:szCs w:val="22"/>
          <w:lang w:val="de-DE"/>
        </w:rPr>
        <w:t>(4 G</w:t>
      </w:r>
      <w:r>
        <w:rPr>
          <w:szCs w:val="22"/>
          <w:lang w:val="de-DE"/>
        </w:rPr>
        <w:t>B</w:t>
      </w:r>
      <w:r w:rsidR="00B53CE6" w:rsidRPr="00A2500C">
        <w:rPr>
          <w:szCs w:val="22"/>
          <w:lang w:val="de-DE"/>
        </w:rPr>
        <w:t>).</w:t>
      </w:r>
    </w:p>
    <w:p w14:paraId="79B9F460" w14:textId="77777777" w:rsidR="00FC6078" w:rsidRPr="00A2500C" w:rsidRDefault="00FC6078" w:rsidP="00B6504C">
      <w:pPr>
        <w:rPr>
          <w:bCs/>
          <w:lang w:val="de-DE"/>
        </w:rPr>
      </w:pPr>
    </w:p>
    <w:p w14:paraId="21EA80A2" w14:textId="049F1567" w:rsidR="002C0099" w:rsidRPr="001E2B3F" w:rsidRDefault="00362A48" w:rsidP="002C0099">
      <w:pPr>
        <w:rPr>
          <w:b/>
          <w:sz w:val="24"/>
          <w:lang w:val="de-DE"/>
        </w:rPr>
      </w:pPr>
      <w:proofErr w:type="spellStart"/>
      <w:r>
        <w:rPr>
          <w:b/>
          <w:sz w:val="24"/>
          <w:lang w:val="de-DE"/>
        </w:rPr>
        <w:t>Screeneo</w:t>
      </w:r>
      <w:proofErr w:type="spellEnd"/>
      <w:r>
        <w:rPr>
          <w:b/>
          <w:sz w:val="24"/>
          <w:lang w:val="de-DE"/>
        </w:rPr>
        <w:t>: u</w:t>
      </w:r>
      <w:r w:rsidR="003D6237" w:rsidRPr="001E2B3F">
        <w:rPr>
          <w:b/>
          <w:sz w:val="24"/>
          <w:lang w:val="de-DE"/>
        </w:rPr>
        <w:t xml:space="preserve">mfangreich verbunden </w:t>
      </w:r>
      <w:r w:rsidR="002C0099" w:rsidRPr="001E2B3F">
        <w:rPr>
          <w:b/>
          <w:sz w:val="24"/>
          <w:lang w:val="de-DE"/>
        </w:rPr>
        <w:t> </w:t>
      </w:r>
    </w:p>
    <w:p w14:paraId="6147FE0F" w14:textId="77777777" w:rsidR="002C0099" w:rsidRPr="001E2B3F" w:rsidRDefault="002C0099" w:rsidP="00B6504C">
      <w:pPr>
        <w:rPr>
          <w:bCs/>
          <w:lang w:val="de-DE"/>
        </w:rPr>
      </w:pPr>
    </w:p>
    <w:p w14:paraId="111289B5" w14:textId="550D849E" w:rsidR="002C0099" w:rsidRPr="001E2B3F" w:rsidRDefault="001E2B3F" w:rsidP="00B6504C">
      <w:pPr>
        <w:rPr>
          <w:szCs w:val="22"/>
          <w:lang w:val="de-DE"/>
        </w:rPr>
      </w:pPr>
      <w:r w:rsidRPr="001E2B3F">
        <w:rPr>
          <w:bCs/>
          <w:lang w:val="de-DE"/>
        </w:rPr>
        <w:t xml:space="preserve">Durch die hervorragende Konnektivität kann man Unterhaltung auf Abruf genießen. Der </w:t>
      </w:r>
      <w:proofErr w:type="spellStart"/>
      <w:r w:rsidRPr="001E2B3F">
        <w:rPr>
          <w:bCs/>
          <w:lang w:val="de-DE"/>
        </w:rPr>
        <w:t>Screeneo</w:t>
      </w:r>
      <w:proofErr w:type="spellEnd"/>
      <w:r w:rsidRPr="001E2B3F">
        <w:rPr>
          <w:bCs/>
          <w:lang w:val="de-DE"/>
        </w:rPr>
        <w:t xml:space="preserve"> ist mit </w:t>
      </w:r>
      <w:r w:rsidRPr="001E2B3F">
        <w:rPr>
          <w:szCs w:val="22"/>
          <w:lang w:val="de-DE"/>
        </w:rPr>
        <w:t xml:space="preserve">Bluetooth, WLAN, DLNA, USB, HDMI und </w:t>
      </w:r>
      <w:r w:rsidR="00B53CE6" w:rsidRPr="001E2B3F">
        <w:rPr>
          <w:szCs w:val="22"/>
          <w:lang w:val="de-DE"/>
        </w:rPr>
        <w:t>SD</w:t>
      </w:r>
      <w:r w:rsidRPr="001E2B3F">
        <w:rPr>
          <w:szCs w:val="22"/>
          <w:lang w:val="de-DE"/>
        </w:rPr>
        <w:t>-Karten-Anschlüssen ausgestattet. Dadurch kann er</w:t>
      </w:r>
      <w:r w:rsidR="00362A48">
        <w:rPr>
          <w:szCs w:val="22"/>
          <w:lang w:val="de-DE"/>
        </w:rPr>
        <w:t xml:space="preserve"> mit anderen Geräten wie DVD- oder </w:t>
      </w:r>
      <w:proofErr w:type="spellStart"/>
      <w:r w:rsidRPr="001E2B3F">
        <w:rPr>
          <w:szCs w:val="22"/>
          <w:lang w:val="de-DE"/>
        </w:rPr>
        <w:t>Blu</w:t>
      </w:r>
      <w:proofErr w:type="spellEnd"/>
      <w:r w:rsidRPr="001E2B3F">
        <w:rPr>
          <w:szCs w:val="22"/>
          <w:lang w:val="de-DE"/>
        </w:rPr>
        <w:t>-</w:t>
      </w:r>
      <w:proofErr w:type="spellStart"/>
      <w:r w:rsidRPr="001E2B3F">
        <w:rPr>
          <w:szCs w:val="22"/>
          <w:lang w:val="de-DE"/>
        </w:rPr>
        <w:t>ray</w:t>
      </w:r>
      <w:proofErr w:type="spellEnd"/>
      <w:r w:rsidRPr="001E2B3F">
        <w:rPr>
          <w:szCs w:val="22"/>
          <w:lang w:val="de-DE"/>
        </w:rPr>
        <w:t>-Player, Set-Top-Boxen, Spielekonsolen, Multimedia-Servern, USB-Stick, etc. verbunden werden.</w:t>
      </w:r>
      <w:r w:rsidR="00362A48">
        <w:rPr>
          <w:szCs w:val="22"/>
          <w:lang w:val="de-DE"/>
        </w:rPr>
        <w:t xml:space="preserve"> </w:t>
      </w:r>
      <w:r w:rsidRPr="001E2B3F">
        <w:rPr>
          <w:szCs w:val="22"/>
          <w:lang w:val="de-DE"/>
        </w:rPr>
        <w:t xml:space="preserve">Darüber hinaus verfügt der </w:t>
      </w:r>
      <w:proofErr w:type="spellStart"/>
      <w:r w:rsidRPr="001E2B3F">
        <w:rPr>
          <w:szCs w:val="22"/>
          <w:lang w:val="de-DE"/>
        </w:rPr>
        <w:t>Screeneo</w:t>
      </w:r>
      <w:proofErr w:type="spellEnd"/>
      <w:r w:rsidRPr="001E2B3F">
        <w:rPr>
          <w:szCs w:val="22"/>
          <w:lang w:val="de-DE"/>
        </w:rPr>
        <w:t xml:space="preserve"> über ein </w:t>
      </w:r>
      <w:proofErr w:type="spellStart"/>
      <w:r w:rsidRPr="001E2B3F">
        <w:rPr>
          <w:szCs w:val="22"/>
          <w:lang w:val="de-DE"/>
        </w:rPr>
        <w:t>Android</w:t>
      </w:r>
      <w:proofErr w:type="spellEnd"/>
      <w:r w:rsidRPr="001E2B3F">
        <w:rPr>
          <w:szCs w:val="22"/>
          <w:lang w:val="de-DE"/>
        </w:rPr>
        <w:t xml:space="preserve">-Betriebssystem und </w:t>
      </w:r>
      <w:proofErr w:type="spellStart"/>
      <w:r w:rsidRPr="001E2B3F">
        <w:rPr>
          <w:szCs w:val="22"/>
          <w:lang w:val="de-DE"/>
        </w:rPr>
        <w:t>Miracast</w:t>
      </w:r>
      <w:proofErr w:type="spellEnd"/>
      <w:r w:rsidRPr="001E2B3F">
        <w:rPr>
          <w:szCs w:val="22"/>
          <w:lang w:val="de-DE"/>
        </w:rPr>
        <w:t xml:space="preserve">, das die Spiegelung der Inhalte von Smartphone, </w:t>
      </w:r>
      <w:proofErr w:type="spellStart"/>
      <w:r w:rsidRPr="001E2B3F">
        <w:rPr>
          <w:szCs w:val="22"/>
          <w:lang w:val="de-DE"/>
        </w:rPr>
        <w:t>Tablet</w:t>
      </w:r>
      <w:proofErr w:type="spellEnd"/>
      <w:r w:rsidRPr="001E2B3F">
        <w:rPr>
          <w:szCs w:val="22"/>
          <w:lang w:val="de-DE"/>
        </w:rPr>
        <w:t xml:space="preserve"> oder Laptop ermöglicht.</w:t>
      </w:r>
    </w:p>
    <w:p w14:paraId="1907B3E7" w14:textId="77777777" w:rsidR="001E2B3F" w:rsidRPr="001E2B3F" w:rsidRDefault="001E2B3F" w:rsidP="00B6504C">
      <w:pPr>
        <w:rPr>
          <w:rFonts w:cs="Arial"/>
          <w:szCs w:val="22"/>
          <w:lang w:val="de-DE"/>
        </w:rPr>
      </w:pPr>
    </w:p>
    <w:p w14:paraId="1C1BE470" w14:textId="2DC92350" w:rsidR="00B6504C" w:rsidRPr="001E2B3F" w:rsidRDefault="001E2B3F" w:rsidP="00B6504C">
      <w:pPr>
        <w:rPr>
          <w:rFonts w:cs="Arial"/>
          <w:szCs w:val="22"/>
          <w:lang w:val="de-DE"/>
        </w:rPr>
      </w:pPr>
      <w:r w:rsidRPr="001E2B3F">
        <w:rPr>
          <w:szCs w:val="22"/>
          <w:lang w:val="de-DE"/>
        </w:rPr>
        <w:t>Dieses Gerät ist alles</w:t>
      </w:r>
      <w:r w:rsidR="00362A48">
        <w:rPr>
          <w:szCs w:val="22"/>
          <w:lang w:val="de-DE"/>
        </w:rPr>
        <w:t>, was man braucht</w:t>
      </w:r>
      <w:r w:rsidRPr="001E2B3F">
        <w:rPr>
          <w:szCs w:val="22"/>
          <w:lang w:val="de-DE"/>
        </w:rPr>
        <w:t>, um Filme, Netzwerkspiele, Fernsehen und multim</w:t>
      </w:r>
      <w:r w:rsidR="00362A48">
        <w:rPr>
          <w:szCs w:val="22"/>
          <w:lang w:val="de-DE"/>
        </w:rPr>
        <w:t xml:space="preserve">ediale Inhalte von Smartphone, </w:t>
      </w:r>
      <w:proofErr w:type="spellStart"/>
      <w:r w:rsidRPr="001E2B3F">
        <w:rPr>
          <w:szCs w:val="22"/>
          <w:lang w:val="de-DE"/>
        </w:rPr>
        <w:t>Tablet</w:t>
      </w:r>
      <w:proofErr w:type="spellEnd"/>
      <w:r w:rsidRPr="001E2B3F">
        <w:rPr>
          <w:szCs w:val="22"/>
          <w:lang w:val="de-DE"/>
        </w:rPr>
        <w:t xml:space="preserve"> o.ä.</w:t>
      </w:r>
      <w:r>
        <w:rPr>
          <w:szCs w:val="22"/>
          <w:lang w:val="de-DE"/>
        </w:rPr>
        <w:t xml:space="preserve"> zu projizieren.</w:t>
      </w:r>
    </w:p>
    <w:p w14:paraId="720DC48D" w14:textId="5704F3A1" w:rsidR="009C2178" w:rsidRPr="001E2B3F" w:rsidRDefault="009C2178" w:rsidP="002B433E">
      <w:pPr>
        <w:rPr>
          <w:rFonts w:cs="Arial"/>
          <w:b/>
          <w:sz w:val="24"/>
          <w:lang w:val="de-DE"/>
        </w:rPr>
      </w:pPr>
    </w:p>
    <w:p w14:paraId="6DE10248" w14:textId="7E56D302" w:rsidR="00FC6078" w:rsidRPr="001E2B3F" w:rsidRDefault="00B53CE6" w:rsidP="00EF06D5">
      <w:pPr>
        <w:rPr>
          <w:rFonts w:cs="Arial"/>
          <w:bCs/>
          <w:szCs w:val="22"/>
          <w:lang w:val="de-DE"/>
        </w:rPr>
      </w:pPr>
      <w:r w:rsidRPr="001E2B3F">
        <w:rPr>
          <w:bCs/>
          <w:i/>
          <w:szCs w:val="22"/>
          <w:lang w:val="de-DE"/>
        </w:rPr>
        <w:t>"</w:t>
      </w:r>
      <w:proofErr w:type="spellStart"/>
      <w:r w:rsidR="0043299A" w:rsidRPr="001E2B3F">
        <w:rPr>
          <w:bCs/>
          <w:i/>
          <w:szCs w:val="22"/>
          <w:lang w:val="de-DE"/>
        </w:rPr>
        <w:t>Screeneo</w:t>
      </w:r>
      <w:proofErr w:type="spellEnd"/>
      <w:r w:rsidR="0043299A" w:rsidRPr="001E2B3F">
        <w:rPr>
          <w:bCs/>
          <w:i/>
          <w:szCs w:val="22"/>
          <w:lang w:val="de-DE"/>
        </w:rPr>
        <w:t xml:space="preserve"> spiegelt bedeutende technologische Fortschritte wieder: einen Projektor, der ein einzigartiges Multimedia-Erlebnis bietet und somit in der Lage ist, die Anforderungen der heutigen Nutzer zu erfüllen.</w:t>
      </w:r>
      <w:r w:rsidR="00362A48">
        <w:rPr>
          <w:bCs/>
          <w:i/>
          <w:szCs w:val="22"/>
          <w:lang w:val="de-DE"/>
        </w:rPr>
        <w:t xml:space="preserve"> Philips </w:t>
      </w:r>
      <w:proofErr w:type="spellStart"/>
      <w:r w:rsidR="00362A48">
        <w:rPr>
          <w:bCs/>
          <w:i/>
          <w:szCs w:val="22"/>
          <w:lang w:val="de-DE"/>
        </w:rPr>
        <w:t>Screeneo</w:t>
      </w:r>
      <w:proofErr w:type="spellEnd"/>
      <w:r w:rsidR="00362A48">
        <w:rPr>
          <w:bCs/>
          <w:i/>
          <w:szCs w:val="22"/>
          <w:lang w:val="de-DE"/>
        </w:rPr>
        <w:t xml:space="preserve"> ist das neue ‚must-</w:t>
      </w:r>
      <w:proofErr w:type="spellStart"/>
      <w:r w:rsidR="00362A48">
        <w:rPr>
          <w:bCs/>
          <w:i/>
          <w:szCs w:val="22"/>
          <w:lang w:val="de-DE"/>
        </w:rPr>
        <w:t>have</w:t>
      </w:r>
      <w:proofErr w:type="spellEnd"/>
      <w:r w:rsidR="00362A48">
        <w:rPr>
          <w:bCs/>
          <w:i/>
          <w:szCs w:val="22"/>
          <w:lang w:val="de-DE"/>
        </w:rPr>
        <w:t>’</w:t>
      </w:r>
      <w:r w:rsidR="001E2B3F" w:rsidRPr="001E2B3F">
        <w:rPr>
          <w:bCs/>
          <w:i/>
          <w:szCs w:val="22"/>
          <w:lang w:val="de-DE"/>
        </w:rPr>
        <w:t>-</w:t>
      </w:r>
      <w:r w:rsidR="0043299A" w:rsidRPr="001E2B3F">
        <w:rPr>
          <w:bCs/>
          <w:i/>
          <w:szCs w:val="22"/>
          <w:lang w:val="de-DE"/>
        </w:rPr>
        <w:t>Produkt für zu Hause!" (</w:t>
      </w:r>
      <w:r w:rsidR="0043299A" w:rsidRPr="001E2B3F">
        <w:rPr>
          <w:szCs w:val="22"/>
          <w:lang w:val="de-DE"/>
        </w:rPr>
        <w:t xml:space="preserve">Nicolas Denis, stellvertretender Geschäftsführer von </w:t>
      </w:r>
      <w:proofErr w:type="spellStart"/>
      <w:r w:rsidR="0043299A" w:rsidRPr="001E2B3F">
        <w:rPr>
          <w:szCs w:val="22"/>
          <w:lang w:val="de-DE"/>
        </w:rPr>
        <w:t>Sagemcom</w:t>
      </w:r>
      <w:proofErr w:type="spellEnd"/>
      <w:r w:rsidR="0043299A" w:rsidRPr="001E2B3F">
        <w:rPr>
          <w:szCs w:val="22"/>
          <w:lang w:val="de-DE"/>
        </w:rPr>
        <w:t xml:space="preserve"> </w:t>
      </w:r>
      <w:proofErr w:type="spellStart"/>
      <w:r w:rsidR="0043299A" w:rsidRPr="001E2B3F">
        <w:rPr>
          <w:szCs w:val="22"/>
          <w:lang w:val="de-DE"/>
        </w:rPr>
        <w:t>Documents</w:t>
      </w:r>
      <w:proofErr w:type="spellEnd"/>
      <w:r w:rsidR="0043299A" w:rsidRPr="001E2B3F">
        <w:rPr>
          <w:bCs/>
          <w:szCs w:val="22"/>
          <w:lang w:val="de-DE"/>
        </w:rPr>
        <w:t xml:space="preserve">) </w:t>
      </w:r>
    </w:p>
    <w:p w14:paraId="6490DAE6" w14:textId="77777777" w:rsidR="00EC23DA" w:rsidRPr="001E2B3F" w:rsidRDefault="00EC23DA" w:rsidP="00EC23DA">
      <w:pPr>
        <w:rPr>
          <w:bCs/>
          <w:lang w:val="de-DE"/>
        </w:rPr>
      </w:pPr>
    </w:p>
    <w:p w14:paraId="7957454F" w14:textId="77777777" w:rsidR="00362A48" w:rsidRDefault="00362A48" w:rsidP="00EC23DA">
      <w:pPr>
        <w:rPr>
          <w:b/>
          <w:sz w:val="18"/>
          <w:szCs w:val="18"/>
          <w:lang w:val="de-DE"/>
        </w:rPr>
      </w:pPr>
    </w:p>
    <w:p w14:paraId="0B20C638" w14:textId="77777777" w:rsidR="001716D2" w:rsidRDefault="001716D2" w:rsidP="001716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cs="Arial"/>
          <w:sz w:val="20"/>
          <w:szCs w:val="22"/>
          <w:lang w:val="de-DE"/>
        </w:rPr>
      </w:pPr>
      <w:r w:rsidRPr="003005F0">
        <w:rPr>
          <w:rFonts w:cs="Arial"/>
          <w:sz w:val="20"/>
          <w:szCs w:val="22"/>
          <w:lang w:val="de-DE"/>
        </w:rPr>
        <w:t xml:space="preserve">Diesen Text und hochauflösende Fotos finden Sie zum Download unter </w:t>
      </w:r>
    </w:p>
    <w:p w14:paraId="036106A6" w14:textId="443AB939" w:rsidR="001716D2" w:rsidRDefault="00926EEB" w:rsidP="001716D2">
      <w:pPr>
        <w:ind w:right="227"/>
        <w:rPr>
          <w:rFonts w:cs="Arial"/>
          <w:color w:val="3366FF"/>
          <w:sz w:val="20"/>
          <w:szCs w:val="22"/>
          <w:lang w:val="de-DE"/>
        </w:rPr>
      </w:pPr>
      <w:hyperlink r:id="rId10" w:history="1">
        <w:r w:rsidR="001716D2" w:rsidRPr="00AD79D7">
          <w:rPr>
            <w:rStyle w:val="Link"/>
            <w:rFonts w:cs="Arial"/>
            <w:sz w:val="20"/>
            <w:szCs w:val="22"/>
            <w:lang w:val="de-DE"/>
          </w:rPr>
          <w:t>http://www.panama-pr.de/download/</w:t>
        </w:r>
        <w:r w:rsidR="001716D2">
          <w:rPr>
            <w:rStyle w:val="Link"/>
            <w:rFonts w:cs="Arial"/>
            <w:sz w:val="20"/>
            <w:szCs w:val="22"/>
            <w:lang w:val="de-DE"/>
          </w:rPr>
          <w:t>screeneo.zip</w:t>
        </w:r>
      </w:hyperlink>
    </w:p>
    <w:p w14:paraId="3C48B98A" w14:textId="77777777" w:rsidR="001716D2" w:rsidRPr="003005F0" w:rsidRDefault="001716D2" w:rsidP="001716D2">
      <w:pPr>
        <w:ind w:right="227"/>
        <w:rPr>
          <w:rFonts w:cs="Arial"/>
          <w:sz w:val="20"/>
          <w:szCs w:val="22"/>
          <w:lang w:val="de-DE"/>
        </w:rPr>
      </w:pPr>
      <w:proofErr w:type="gramStart"/>
      <w:r>
        <w:rPr>
          <w:rFonts w:cs="Arial"/>
          <w:sz w:val="20"/>
          <w:szCs w:val="22"/>
          <w:lang w:val="de-DE"/>
        </w:rPr>
        <w:t>W</w:t>
      </w:r>
      <w:r w:rsidRPr="003005F0">
        <w:rPr>
          <w:rFonts w:cs="Arial"/>
          <w:sz w:val="20"/>
          <w:szCs w:val="22"/>
          <w:lang w:val="de-DE"/>
        </w:rPr>
        <w:t>eiteres Foto</w:t>
      </w:r>
      <w:proofErr w:type="gramEnd"/>
      <w:r w:rsidRPr="003005F0">
        <w:rPr>
          <w:rFonts w:cs="Arial"/>
          <w:sz w:val="20"/>
          <w:szCs w:val="22"/>
          <w:lang w:val="de-DE"/>
        </w:rPr>
        <w:t>- und Informationsmaterial stellen wir Ihnen auf Anfrage gerne zur Verfügung.</w:t>
      </w:r>
    </w:p>
    <w:p w14:paraId="4D02B58E" w14:textId="77777777" w:rsidR="001716D2" w:rsidRDefault="001716D2" w:rsidP="001716D2">
      <w:pPr>
        <w:ind w:right="227"/>
        <w:rPr>
          <w:rFonts w:cs="Arial"/>
          <w:b/>
          <w:sz w:val="20"/>
          <w:szCs w:val="22"/>
          <w:lang w:val="de-DE"/>
        </w:rPr>
      </w:pPr>
    </w:p>
    <w:p w14:paraId="7BFBDAEE" w14:textId="77777777" w:rsidR="001716D2" w:rsidRDefault="001716D2" w:rsidP="001716D2">
      <w:pPr>
        <w:ind w:right="227"/>
        <w:rPr>
          <w:rFonts w:cs="Arial"/>
          <w:b/>
          <w:sz w:val="20"/>
          <w:szCs w:val="22"/>
          <w:lang w:val="de-DE"/>
        </w:rPr>
      </w:pPr>
    </w:p>
    <w:p w14:paraId="080ACE35" w14:textId="77777777" w:rsidR="001716D2" w:rsidRPr="008B74B4" w:rsidRDefault="001716D2" w:rsidP="001716D2">
      <w:pPr>
        <w:ind w:right="227"/>
        <w:rPr>
          <w:rFonts w:cs="Arial"/>
          <w:b/>
          <w:sz w:val="20"/>
          <w:szCs w:val="22"/>
          <w:lang w:val="de-DE"/>
        </w:rPr>
      </w:pPr>
      <w:r w:rsidRPr="008B74B4">
        <w:rPr>
          <w:rFonts w:cs="Arial"/>
          <w:b/>
          <w:sz w:val="20"/>
          <w:szCs w:val="22"/>
          <w:lang w:val="de-DE"/>
        </w:rPr>
        <w:t xml:space="preserve">Über </w:t>
      </w:r>
      <w:proofErr w:type="spellStart"/>
      <w:r w:rsidRPr="008B74B4">
        <w:rPr>
          <w:rFonts w:cs="Arial"/>
          <w:b/>
          <w:sz w:val="20"/>
          <w:szCs w:val="22"/>
          <w:lang w:val="de-DE"/>
        </w:rPr>
        <w:t>Sagemcom</w:t>
      </w:r>
      <w:proofErr w:type="spellEnd"/>
    </w:p>
    <w:p w14:paraId="2195708B" w14:textId="77777777" w:rsidR="001716D2" w:rsidRDefault="001716D2" w:rsidP="001716D2">
      <w:pPr>
        <w:ind w:right="227"/>
        <w:rPr>
          <w:rFonts w:cs="Arial"/>
          <w:sz w:val="20"/>
          <w:szCs w:val="22"/>
          <w:lang w:val="de-DE"/>
        </w:rPr>
      </w:pPr>
      <w:r w:rsidRPr="008B74B4">
        <w:rPr>
          <w:rFonts w:cs="Arial"/>
          <w:sz w:val="20"/>
          <w:szCs w:val="22"/>
          <w:lang w:val="de-DE"/>
        </w:rPr>
        <w:t xml:space="preserve">Als international ausgerichtete Hightech-Konzerngruppe mit Firmensitz in Frankreich ist </w:t>
      </w:r>
      <w:proofErr w:type="spellStart"/>
      <w:r w:rsidRPr="008B74B4">
        <w:rPr>
          <w:rFonts w:cs="Arial"/>
          <w:sz w:val="20"/>
          <w:szCs w:val="22"/>
          <w:lang w:val="de-DE"/>
        </w:rPr>
        <w:t>Sagemcom</w:t>
      </w:r>
      <w:proofErr w:type="spellEnd"/>
      <w:r w:rsidRPr="008B74B4">
        <w:rPr>
          <w:rFonts w:cs="Arial"/>
          <w:sz w:val="20"/>
          <w:szCs w:val="22"/>
          <w:lang w:val="de-DE"/>
        </w:rPr>
        <w:t xml:space="preserve"> spezialisiert auf die Märkte Breitbandk</w:t>
      </w:r>
      <w:r>
        <w:rPr>
          <w:rFonts w:cs="Arial"/>
          <w:sz w:val="20"/>
          <w:szCs w:val="22"/>
          <w:lang w:val="de-DE"/>
        </w:rPr>
        <w:t>ommunikation (Digital Home, Set-T</w:t>
      </w:r>
      <w:r w:rsidRPr="008B74B4">
        <w:rPr>
          <w:rFonts w:cs="Arial"/>
          <w:sz w:val="20"/>
          <w:szCs w:val="22"/>
          <w:lang w:val="de-DE"/>
        </w:rPr>
        <w:t>op-Boxen, Breitband- und Heimterminals), Telekom &amp; Energie (M2M, Telekommunikations</w:t>
      </w:r>
      <w:r>
        <w:rPr>
          <w:rFonts w:cs="Arial"/>
          <w:sz w:val="20"/>
          <w:szCs w:val="22"/>
          <w:lang w:val="de-DE"/>
        </w:rPr>
        <w:t>-</w:t>
      </w:r>
      <w:r w:rsidRPr="008B74B4">
        <w:rPr>
          <w:rFonts w:cs="Arial"/>
          <w:sz w:val="20"/>
          <w:szCs w:val="22"/>
          <w:lang w:val="de-DE"/>
        </w:rPr>
        <w:t xml:space="preserve">infrastruktur, </w:t>
      </w:r>
      <w:proofErr w:type="spellStart"/>
      <w:r w:rsidRPr="008B74B4">
        <w:rPr>
          <w:rFonts w:cs="Arial"/>
          <w:sz w:val="20"/>
          <w:szCs w:val="22"/>
          <w:lang w:val="de-DE"/>
        </w:rPr>
        <w:t>Smartgrid</w:t>
      </w:r>
      <w:proofErr w:type="spellEnd"/>
      <w:r w:rsidRPr="008B74B4">
        <w:rPr>
          <w:rFonts w:cs="Arial"/>
          <w:sz w:val="20"/>
          <w:szCs w:val="22"/>
          <w:lang w:val="de-DE"/>
        </w:rPr>
        <w:t xml:space="preserve"> und </w:t>
      </w:r>
      <w:proofErr w:type="spellStart"/>
      <w:r w:rsidRPr="008B74B4">
        <w:rPr>
          <w:rFonts w:cs="Arial"/>
          <w:sz w:val="20"/>
          <w:szCs w:val="22"/>
          <w:lang w:val="de-DE"/>
        </w:rPr>
        <w:t>Metering</w:t>
      </w:r>
      <w:proofErr w:type="spellEnd"/>
      <w:r w:rsidRPr="008B74B4">
        <w:rPr>
          <w:rFonts w:cs="Arial"/>
          <w:sz w:val="20"/>
          <w:szCs w:val="22"/>
          <w:lang w:val="de-DE"/>
        </w:rPr>
        <w:t xml:space="preserve">) sowie Dokumentenmanagement (Druck-Terminals, Software und Lösungen, digitaler Produktions-Workflow). Mit einem Umsatz von fast 1,5 Milliarden Euro beschäftigt </w:t>
      </w:r>
      <w:proofErr w:type="spellStart"/>
      <w:r w:rsidRPr="008B74B4">
        <w:rPr>
          <w:rFonts w:cs="Arial"/>
          <w:sz w:val="20"/>
          <w:szCs w:val="22"/>
          <w:lang w:val="de-DE"/>
        </w:rPr>
        <w:t>Sagemcom</w:t>
      </w:r>
      <w:proofErr w:type="spellEnd"/>
      <w:r w:rsidRPr="008B74B4">
        <w:rPr>
          <w:rFonts w:cs="Arial"/>
          <w:sz w:val="20"/>
          <w:szCs w:val="22"/>
          <w:lang w:val="de-DE"/>
        </w:rPr>
        <w:t xml:space="preserve"> 4.600 Mitarbeiter auf fünf Kontinenten. Bei </w:t>
      </w:r>
      <w:proofErr w:type="spellStart"/>
      <w:r w:rsidRPr="008B74B4">
        <w:rPr>
          <w:rFonts w:cs="Arial"/>
          <w:sz w:val="20"/>
          <w:szCs w:val="22"/>
          <w:lang w:val="de-DE"/>
        </w:rPr>
        <w:t>Sagemcom</w:t>
      </w:r>
      <w:proofErr w:type="spellEnd"/>
      <w:r w:rsidRPr="008B74B4">
        <w:rPr>
          <w:rFonts w:cs="Arial"/>
          <w:sz w:val="20"/>
          <w:szCs w:val="22"/>
          <w:lang w:val="de-DE"/>
        </w:rPr>
        <w:t xml:space="preserve"> beginnt das Engagement für nachhaltige Entwicklung bereits in der Designphase. Das gilt auch für den gesamten industriellen Prozess, vom Eco-Design nach ISO-Standards</w:t>
      </w:r>
      <w:proofErr w:type="gramStart"/>
      <w:r w:rsidRPr="008B74B4">
        <w:rPr>
          <w:rFonts w:cs="Arial"/>
          <w:sz w:val="20"/>
          <w:szCs w:val="22"/>
          <w:lang w:val="de-DE"/>
        </w:rPr>
        <w:t>, der</w:t>
      </w:r>
      <w:proofErr w:type="gramEnd"/>
      <w:r w:rsidRPr="008B74B4">
        <w:rPr>
          <w:rFonts w:cs="Arial"/>
          <w:sz w:val="20"/>
          <w:szCs w:val="22"/>
          <w:lang w:val="de-DE"/>
        </w:rPr>
        <w:t xml:space="preserve"> Reduzierung des Energieverbrauchs der Produkte bis hin zu einer Ethik-Richtlinie, die auch für alle Zulieferer des Unternehmens maßgeblich ist. Weitere Informationen finden Sie unter </w:t>
      </w:r>
      <w:hyperlink r:id="rId11" w:history="1">
        <w:r w:rsidRPr="0029248E">
          <w:rPr>
            <w:rStyle w:val="Link"/>
            <w:rFonts w:cs="Arial"/>
            <w:sz w:val="20"/>
            <w:szCs w:val="22"/>
            <w:lang w:val="de-DE"/>
          </w:rPr>
          <w:t>www.sagemcom.com</w:t>
        </w:r>
      </w:hyperlink>
    </w:p>
    <w:p w14:paraId="32EAB792" w14:textId="77777777" w:rsidR="001716D2" w:rsidRPr="003B3C69" w:rsidRDefault="001716D2" w:rsidP="001716D2">
      <w:pPr>
        <w:rPr>
          <w:color w:val="000000"/>
          <w:sz w:val="18"/>
          <w:lang w:val="de-DE"/>
        </w:rPr>
      </w:pPr>
    </w:p>
    <w:tbl>
      <w:tblPr>
        <w:tblW w:w="8409" w:type="dxa"/>
        <w:tblLook w:val="04A0" w:firstRow="1" w:lastRow="0" w:firstColumn="1" w:lastColumn="0" w:noHBand="0" w:noVBand="1"/>
      </w:tblPr>
      <w:tblGrid>
        <w:gridCol w:w="3794"/>
        <w:gridCol w:w="4615"/>
      </w:tblGrid>
      <w:tr w:rsidR="001716D2" w:rsidRPr="002344CB" w14:paraId="4D590325" w14:textId="77777777" w:rsidTr="001716D2">
        <w:trPr>
          <w:trHeight w:val="1746"/>
        </w:trPr>
        <w:tc>
          <w:tcPr>
            <w:tcW w:w="3794" w:type="dxa"/>
          </w:tcPr>
          <w:p w14:paraId="71911DC0" w14:textId="77777777" w:rsidR="001716D2" w:rsidRPr="003B3C69" w:rsidRDefault="001716D2" w:rsidP="001716D2">
            <w:pPr>
              <w:pStyle w:val="Fuzeile"/>
              <w:jc w:val="left"/>
              <w:rPr>
                <w:sz w:val="20"/>
                <w:lang w:val="de-DE"/>
              </w:rPr>
            </w:pPr>
          </w:p>
          <w:p w14:paraId="672F340D" w14:textId="0BA7D5DD" w:rsidR="001716D2" w:rsidRPr="003B3C69" w:rsidRDefault="001716D2" w:rsidP="001716D2">
            <w:pPr>
              <w:pStyle w:val="Fuzeile"/>
              <w:jc w:val="left"/>
              <w:rPr>
                <w:sz w:val="20"/>
                <w:lang w:val="de-DE"/>
              </w:rPr>
            </w:pPr>
            <w:r>
              <w:rPr>
                <w:noProof/>
                <w:sz w:val="20"/>
                <w:lang w:val="de-DE" w:eastAsia="de-DE" w:bidi="ar-SA"/>
              </w:rPr>
              <w:drawing>
                <wp:inline distT="0" distB="0" distL="0" distR="0" wp14:anchorId="522907E5" wp14:editId="23B5AC83">
                  <wp:extent cx="1798320" cy="223520"/>
                  <wp:effectExtent l="0" t="0" r="5080" b="5080"/>
                  <wp:docPr id="7" name="Image 3" descr="CPvol_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CPvol_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C69">
              <w:rPr>
                <w:sz w:val="20"/>
                <w:lang w:val="de-DE"/>
              </w:rPr>
              <w:br/>
            </w:r>
          </w:p>
          <w:p w14:paraId="18ECC6BE" w14:textId="77777777" w:rsidR="001716D2" w:rsidRPr="000B5C0F" w:rsidRDefault="001716D2" w:rsidP="001716D2">
            <w:pPr>
              <w:pStyle w:val="Fuzeile"/>
              <w:jc w:val="left"/>
              <w:rPr>
                <w:sz w:val="20"/>
                <w:lang w:val="fr-FR"/>
              </w:rPr>
            </w:pPr>
            <w:r w:rsidRPr="000B5C0F">
              <w:rPr>
                <w:sz w:val="20"/>
                <w:lang w:val="fr-FR"/>
              </w:rPr>
              <w:t>250 route de l’Empereur</w:t>
            </w:r>
          </w:p>
          <w:p w14:paraId="4E912FB4" w14:textId="77777777" w:rsidR="001716D2" w:rsidRPr="000B5C0F" w:rsidRDefault="001716D2" w:rsidP="001716D2">
            <w:pPr>
              <w:jc w:val="left"/>
              <w:rPr>
                <w:sz w:val="20"/>
                <w:lang w:val="fr-FR"/>
              </w:rPr>
            </w:pPr>
            <w:r w:rsidRPr="000B5C0F">
              <w:rPr>
                <w:sz w:val="20"/>
                <w:lang w:val="fr-FR"/>
              </w:rPr>
              <w:t>92500 Rueil-Malmaison</w:t>
            </w:r>
          </w:p>
          <w:p w14:paraId="32DFED93" w14:textId="77777777" w:rsidR="001716D2" w:rsidRPr="000B5C0F" w:rsidRDefault="001716D2" w:rsidP="001716D2">
            <w:pPr>
              <w:jc w:val="left"/>
              <w:rPr>
                <w:sz w:val="20"/>
                <w:lang w:val="fr-FR"/>
              </w:rPr>
            </w:pPr>
            <w:r w:rsidRPr="000B5C0F">
              <w:rPr>
                <w:sz w:val="20"/>
                <w:lang w:val="fr-FR"/>
              </w:rPr>
              <w:t>FRANCE</w:t>
            </w:r>
          </w:p>
          <w:p w14:paraId="53A9EA6E" w14:textId="77777777" w:rsidR="001716D2" w:rsidRPr="003B3C69" w:rsidRDefault="00926EEB" w:rsidP="001716D2">
            <w:pPr>
              <w:jc w:val="left"/>
              <w:rPr>
                <w:sz w:val="20"/>
                <w:lang w:val="de-DE"/>
              </w:rPr>
            </w:pPr>
            <w:hyperlink r:id="rId13" w:history="1">
              <w:r w:rsidR="001716D2" w:rsidRPr="005B1D19">
                <w:rPr>
                  <w:rStyle w:val="Link"/>
                  <w:sz w:val="20"/>
                  <w:lang w:val="de-DE"/>
                </w:rPr>
                <w:t>www.sagemcom.com</w:t>
              </w:r>
            </w:hyperlink>
          </w:p>
        </w:tc>
        <w:tc>
          <w:tcPr>
            <w:tcW w:w="4615" w:type="dxa"/>
          </w:tcPr>
          <w:p w14:paraId="3893697C" w14:textId="77777777" w:rsidR="001716D2" w:rsidRPr="003B3C69" w:rsidRDefault="001716D2" w:rsidP="001716D2">
            <w:pPr>
              <w:jc w:val="left"/>
              <w:rPr>
                <w:b/>
                <w:color w:val="BC1020"/>
                <w:szCs w:val="20"/>
                <w:lang w:val="de-DE"/>
              </w:rPr>
            </w:pPr>
          </w:p>
          <w:p w14:paraId="0A4286A1" w14:textId="00BA8747" w:rsidR="001716D2" w:rsidRPr="003B3C69" w:rsidRDefault="00191DA3" w:rsidP="001716D2">
            <w:pPr>
              <w:jc w:val="left"/>
              <w:rPr>
                <w:color w:val="000000"/>
                <w:sz w:val="20"/>
                <w:lang w:val="de-DE"/>
              </w:rPr>
            </w:pPr>
            <w:r>
              <w:rPr>
                <w:b/>
                <w:color w:val="000000"/>
                <w:szCs w:val="20"/>
                <w:lang w:val="de-DE"/>
              </w:rPr>
              <w:t>Pressekontakt</w:t>
            </w:r>
            <w:r w:rsidR="001716D2" w:rsidRPr="003B3C69">
              <w:rPr>
                <w:b/>
                <w:color w:val="000000"/>
                <w:sz w:val="20"/>
                <w:lang w:val="de-DE"/>
              </w:rPr>
              <w:br/>
            </w:r>
            <w:r w:rsidR="001716D2">
              <w:rPr>
                <w:color w:val="000000"/>
                <w:sz w:val="20"/>
                <w:lang w:val="de-DE"/>
              </w:rPr>
              <w:t xml:space="preserve">Katharina </w:t>
            </w:r>
            <w:proofErr w:type="spellStart"/>
            <w:r w:rsidR="001716D2">
              <w:rPr>
                <w:color w:val="000000"/>
                <w:sz w:val="20"/>
                <w:lang w:val="de-DE"/>
              </w:rPr>
              <w:t>Kulus</w:t>
            </w:r>
            <w:proofErr w:type="spellEnd"/>
          </w:p>
          <w:p w14:paraId="35337407" w14:textId="77777777" w:rsidR="001716D2" w:rsidRPr="003B3C69" w:rsidRDefault="001716D2" w:rsidP="001716D2">
            <w:pPr>
              <w:jc w:val="left"/>
              <w:rPr>
                <w:color w:val="000000"/>
                <w:sz w:val="20"/>
                <w:lang w:val="de-DE"/>
              </w:rPr>
            </w:pPr>
            <w:r w:rsidRPr="003B3C69">
              <w:rPr>
                <w:color w:val="000000"/>
                <w:sz w:val="20"/>
                <w:lang w:val="de-DE"/>
              </w:rPr>
              <w:t>Panama PR GmbH</w:t>
            </w:r>
          </w:p>
          <w:p w14:paraId="11F70A76" w14:textId="77777777" w:rsidR="001716D2" w:rsidRPr="003B3C69" w:rsidRDefault="001716D2" w:rsidP="001716D2">
            <w:pPr>
              <w:jc w:val="left"/>
              <w:rPr>
                <w:color w:val="000000"/>
                <w:sz w:val="20"/>
                <w:lang w:val="de-DE"/>
              </w:rPr>
            </w:pPr>
            <w:proofErr w:type="spellStart"/>
            <w:r w:rsidRPr="003B3C69">
              <w:rPr>
                <w:color w:val="000000"/>
                <w:sz w:val="20"/>
                <w:lang w:val="de-DE"/>
              </w:rPr>
              <w:t>Eugensplatz</w:t>
            </w:r>
            <w:proofErr w:type="spellEnd"/>
            <w:r w:rsidRPr="003B3C69">
              <w:rPr>
                <w:color w:val="000000"/>
                <w:sz w:val="20"/>
                <w:lang w:val="de-DE"/>
              </w:rPr>
              <w:t xml:space="preserve"> 1, 70184 Stuttgart</w:t>
            </w:r>
            <w:r w:rsidRPr="003B3C69">
              <w:rPr>
                <w:color w:val="000000"/>
                <w:sz w:val="20"/>
                <w:lang w:val="de-DE"/>
              </w:rPr>
              <w:br/>
              <w:t xml:space="preserve">Tel.: 0711 664 75 97 </w:t>
            </w:r>
            <w:r>
              <w:rPr>
                <w:color w:val="000000"/>
                <w:sz w:val="20"/>
                <w:lang w:val="de-DE"/>
              </w:rPr>
              <w:t>11</w:t>
            </w:r>
            <w:r w:rsidRPr="003B3C69">
              <w:rPr>
                <w:color w:val="000000"/>
                <w:sz w:val="20"/>
                <w:lang w:val="de-DE"/>
              </w:rPr>
              <w:br/>
              <w:t xml:space="preserve">E-Mail: </w:t>
            </w:r>
            <w:r>
              <w:rPr>
                <w:sz w:val="20"/>
                <w:lang w:val="de-DE"/>
              </w:rPr>
              <w:t>k.kulus</w:t>
            </w:r>
            <w:r w:rsidRPr="003B3C69">
              <w:rPr>
                <w:sz w:val="20"/>
                <w:lang w:val="de-DE"/>
              </w:rPr>
              <w:t xml:space="preserve">@panama-pr.de </w:t>
            </w:r>
          </w:p>
        </w:tc>
      </w:tr>
    </w:tbl>
    <w:p w14:paraId="240ACDFA" w14:textId="77777777" w:rsidR="00362A48" w:rsidRPr="001E2B3F" w:rsidRDefault="00362A48" w:rsidP="00EC23DA">
      <w:pPr>
        <w:rPr>
          <w:b/>
          <w:sz w:val="18"/>
          <w:szCs w:val="18"/>
          <w:lang w:val="de-DE"/>
        </w:rPr>
      </w:pPr>
      <w:bookmarkStart w:id="0" w:name="_GoBack"/>
      <w:bookmarkEnd w:id="0"/>
    </w:p>
    <w:sectPr w:rsidR="00362A48" w:rsidRPr="001E2B3F" w:rsidSect="00D17751">
      <w:headerReference w:type="default" r:id="rId14"/>
      <w:footerReference w:type="default" r:id="rId15"/>
      <w:pgSz w:w="11906" w:h="16838" w:code="9"/>
      <w:pgMar w:top="1985" w:right="737" w:bottom="1701" w:left="3005" w:header="0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9C16E" w14:textId="77777777" w:rsidR="001716D2" w:rsidRDefault="001716D2">
      <w:r>
        <w:separator/>
      </w:r>
    </w:p>
  </w:endnote>
  <w:endnote w:type="continuationSeparator" w:id="0">
    <w:p w14:paraId="66038316" w14:textId="77777777" w:rsidR="001716D2" w:rsidRDefault="0017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stom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7B963" w14:textId="77777777" w:rsidR="001716D2" w:rsidRDefault="001716D2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926EE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EF991" w14:textId="77777777" w:rsidR="001716D2" w:rsidRDefault="001716D2">
      <w:r>
        <w:separator/>
      </w:r>
    </w:p>
  </w:footnote>
  <w:footnote w:type="continuationSeparator" w:id="0">
    <w:p w14:paraId="5FA1CF0C" w14:textId="77777777" w:rsidR="001716D2" w:rsidRDefault="001716D2">
      <w:r>
        <w:continuationSeparator/>
      </w:r>
    </w:p>
  </w:footnote>
  <w:footnote w:id="1">
    <w:p w14:paraId="1A0DE300" w14:textId="1D5A0355" w:rsidR="001716D2" w:rsidRPr="005F329C" w:rsidRDefault="001716D2" w:rsidP="002C0099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="00191DA3" w:rsidRPr="00191DA3">
        <w:rPr>
          <w:rFonts w:ascii="Arial" w:hAnsi="Arial"/>
          <w:sz w:val="20"/>
          <w:szCs w:val="20"/>
        </w:rPr>
        <w:t>Inklusive</w:t>
      </w:r>
      <w:proofErr w:type="spellEnd"/>
      <w:r w:rsidR="00191DA3">
        <w:rPr>
          <w:rFonts w:ascii="Arial" w:hAnsi="Arial"/>
          <w:sz w:val="20"/>
          <w:szCs w:val="20"/>
        </w:rPr>
        <w:t xml:space="preserve"> DLPlink-3D-Brillen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26CA6" w14:textId="77777777" w:rsidR="001716D2" w:rsidRDefault="001716D2" w:rsidP="00EE6EBC">
    <w:pPr>
      <w:jc w:val="right"/>
    </w:pPr>
    <w:r>
      <w:rPr>
        <w:noProof/>
        <w:lang w:val="de-DE" w:eastAsia="de-DE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10A8E7B" wp14:editId="3D08FB12">
              <wp:simplePos x="0" y="0"/>
              <wp:positionH relativeFrom="column">
                <wp:posOffset>-1911985</wp:posOffset>
              </wp:positionH>
              <wp:positionV relativeFrom="paragraph">
                <wp:posOffset>-20320</wp:posOffset>
              </wp:positionV>
              <wp:extent cx="1433195" cy="10715625"/>
              <wp:effectExtent l="5715" t="5080" r="8890" b="10795"/>
              <wp:wrapNone/>
              <wp:docPr id="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3195" cy="10715625"/>
                        <a:chOff x="-6" y="-32"/>
                        <a:chExt cx="2257" cy="16875"/>
                      </a:xfrm>
                    </wpg:grpSpPr>
                    <pic:pic xmlns:pic="http://schemas.openxmlformats.org/drawingml/2006/picture">
                      <pic:nvPicPr>
                        <pic:cNvPr id="3" name="Picture 6" descr="CPvol_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6" y="-32"/>
                          <a:ext cx="2256" cy="1687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Line 4"/>
                      <wps:cNvCnPr/>
                      <wps:spPr bwMode="auto">
                        <a:xfrm>
                          <a:off x="2251" y="5"/>
                          <a:ext cx="0" cy="1683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E0A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 xmlns:dgm="http://schemas.openxmlformats.org/drawingml/2006/diagram" xmlns:c="http://schemas.openxmlformats.org/drawingml/2006/chart">
          <w:pict>
            <v:group xmlns:mv="urn:schemas-microsoft-com:mac:vml" xmlns:mo="http://schemas.microsoft.com/office/mac/office/2008/main" id="Group 9" o:spid="_x0000_s1026" style="position:absolute;margin-left:-150.5pt;margin-top:-1.55pt;width:112.85pt;height:843.75pt;z-index:251657728" coordorigin="-6,-32" coordsize="2257,16875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alt="AltText" style="position:absolute;left:-6;top:-32;width:2256;height:1687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s2&#10;/PXDAAAA2gAAAA8AAABkcnMvZG93bnJldi54bWxEj0FrAjEUhO8F/0N4Qi9Fs1YpuhpFpaW9rhb0&#10;+Eiem8XNy7pJdfvvm4LgcZiZb5jFqnO1uFIbKs8KRsMMBLH2puJSwff+YzAFESKywdozKfilAKtl&#10;72mBufE3Lui6i6VIEA45KrAxNrmUQVtyGIa+IU7eybcOY5JtKU2LtwR3tXzNsjfpsOK0YLGhrSV9&#10;3v04Bd5djlmxedl87vXl9D7RxXh2sEo997v1HESkLj7C9/aXUTCG/yvpBsjlH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Ozb89cMAAADaAAAADwAAAAAAAAAAAAAAAACcAgAA&#10;ZHJzL2Rvd25yZXYueG1sUEsFBgAAAAAEAAQA9wAAAIwDAAAAAA==&#10;">
                <v:imagedata r:id="rId2" o:title="CPvol_p1"/>
              </v:shape>
              <v:line id="Line 4" o:spid="_x0000_s1028" style="position:absolute;visibility:visible;mso-wrap-style:square" from="2251,5" to="2251,168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wB7BsIAAADaAAAADwAAAGRycy9kb3ducmV2LnhtbESPT4vCMBTE7wv7HcJb8LamLkVs11RE&#10;EERPalGPj+b1D9u8lCar9dsbQfA4zMxvmPliMK24Uu8aywom4wgEcWF1w5WC/Lj+noFwHllja5kU&#10;3MnBIvv8mGOq7Y33dD34SgQIuxQV1N53qZSuqMmgG9uOOHil7Q36IPtK6h5vAW5a+RNFU2mw4bBQ&#10;Y0ermoq/w79RsMsnOj7H9pSU283S55cknu61UqOvYfkLwtPg3+FXe6MVxPC8Em6AzB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wB7BsIAAADaAAAADwAAAAAAAAAAAAAA&#10;AAChAgAAZHJzL2Rvd25yZXYueG1sUEsFBgAAAAAEAAQA+QAAAJADAAAAAA==&#10;" strokecolor="#9e0a27"/>
            </v:group>
          </w:pict>
        </mc:Fallback>
      </mc:AlternateContent>
    </w:r>
  </w:p>
  <w:p w14:paraId="024EDE05" w14:textId="77777777" w:rsidR="001716D2" w:rsidRDefault="001716D2" w:rsidP="00EE6EBC">
    <w:pPr>
      <w:jc w:val="right"/>
    </w:pPr>
  </w:p>
  <w:p w14:paraId="26A824C2" w14:textId="77777777" w:rsidR="001716D2" w:rsidRDefault="001716D2" w:rsidP="00EE6EBC">
    <w:pPr>
      <w:jc w:val="right"/>
    </w:pPr>
  </w:p>
  <w:p w14:paraId="1B96F023" w14:textId="77777777" w:rsidR="001716D2" w:rsidRDefault="001716D2" w:rsidP="00EE6EBC">
    <w:pPr>
      <w:jc w:val="right"/>
    </w:pPr>
    <w:r>
      <w:rPr>
        <w:noProof/>
        <w:lang w:val="de-DE" w:eastAsia="de-DE" w:bidi="ar-SA"/>
      </w:rPr>
      <w:drawing>
        <wp:inline distT="0" distB="0" distL="0" distR="0" wp14:anchorId="1C94BB15" wp14:editId="10D9CA6E">
          <wp:extent cx="2362200" cy="292100"/>
          <wp:effectExtent l="0" t="0" r="0" b="12700"/>
          <wp:docPr id="1" name="Image 1" descr="CPvol_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Pvol_p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40A28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915CE"/>
    <w:multiLevelType w:val="multilevel"/>
    <w:tmpl w:val="CF00DC58"/>
    <w:lvl w:ilvl="0">
      <w:start w:val="1"/>
      <w:numFmt w:val="lowerLetter"/>
      <w:lvlText w:val="%1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77"/>
        </w:tabs>
        <w:ind w:left="1117" w:firstLine="0"/>
      </w:pPr>
    </w:lvl>
    <w:lvl w:ilvl="2">
      <w:start w:val="1"/>
      <w:numFmt w:val="decimal"/>
      <w:lvlText w:val="%3."/>
      <w:lvlJc w:val="left"/>
      <w:pPr>
        <w:tabs>
          <w:tab w:val="num" w:pos="2197"/>
        </w:tabs>
        <w:ind w:left="1837" w:firstLine="0"/>
      </w:pPr>
    </w:lvl>
    <w:lvl w:ilvl="3">
      <w:start w:val="1"/>
      <w:numFmt w:val="lowerLetter"/>
      <w:lvlText w:val="%4)"/>
      <w:lvlJc w:val="left"/>
      <w:pPr>
        <w:tabs>
          <w:tab w:val="num" w:pos="2917"/>
        </w:tabs>
        <w:ind w:left="2557" w:firstLine="0"/>
      </w:pPr>
    </w:lvl>
    <w:lvl w:ilvl="4">
      <w:start w:val="1"/>
      <w:numFmt w:val="decimal"/>
      <w:lvlText w:val="(%5)"/>
      <w:lvlJc w:val="left"/>
      <w:pPr>
        <w:tabs>
          <w:tab w:val="num" w:pos="3637"/>
        </w:tabs>
        <w:ind w:left="3277" w:firstLine="0"/>
      </w:pPr>
    </w:lvl>
    <w:lvl w:ilvl="5">
      <w:start w:val="1"/>
      <w:numFmt w:val="lowerLetter"/>
      <w:lvlText w:val="(%6)"/>
      <w:lvlJc w:val="left"/>
      <w:pPr>
        <w:tabs>
          <w:tab w:val="num" w:pos="4357"/>
        </w:tabs>
        <w:ind w:left="3997" w:firstLine="0"/>
      </w:pPr>
    </w:lvl>
    <w:lvl w:ilvl="6">
      <w:start w:val="1"/>
      <w:numFmt w:val="lowerRoman"/>
      <w:lvlText w:val="(%7)"/>
      <w:lvlJc w:val="left"/>
      <w:pPr>
        <w:tabs>
          <w:tab w:val="num" w:pos="5077"/>
        </w:tabs>
        <w:ind w:left="4717" w:firstLine="0"/>
      </w:pPr>
    </w:lvl>
    <w:lvl w:ilvl="7">
      <w:start w:val="1"/>
      <w:numFmt w:val="lowerLetter"/>
      <w:lvlText w:val="(%8)"/>
      <w:lvlJc w:val="left"/>
      <w:pPr>
        <w:tabs>
          <w:tab w:val="num" w:pos="5797"/>
        </w:tabs>
        <w:ind w:left="5437" w:firstLine="0"/>
      </w:pPr>
    </w:lvl>
    <w:lvl w:ilvl="8">
      <w:start w:val="1"/>
      <w:numFmt w:val="lowerRoman"/>
      <w:lvlText w:val="(%9)"/>
      <w:lvlJc w:val="left"/>
      <w:pPr>
        <w:tabs>
          <w:tab w:val="num" w:pos="6517"/>
        </w:tabs>
        <w:ind w:left="6157" w:firstLine="0"/>
      </w:pPr>
    </w:lvl>
  </w:abstractNum>
  <w:abstractNum w:abstractNumId="2">
    <w:nsid w:val="25321CF1"/>
    <w:multiLevelType w:val="hybridMultilevel"/>
    <w:tmpl w:val="63ECEA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lstom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lstom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lstom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77989"/>
    <w:multiLevelType w:val="hybridMultilevel"/>
    <w:tmpl w:val="B8506182"/>
    <w:lvl w:ilvl="0" w:tplc="39C4A78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FA62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1234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1CD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6CD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F8C4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BED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F2FC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A410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21C6B"/>
    <w:multiLevelType w:val="hybridMultilevel"/>
    <w:tmpl w:val="3AC64804"/>
    <w:lvl w:ilvl="0" w:tplc="AF5A82F6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Alstom" w:hAnsi="Alstom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lstom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lstom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lstom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C91B95"/>
    <w:multiLevelType w:val="hybridMultilevel"/>
    <w:tmpl w:val="D93A2E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lstom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lstom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lstom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4215FC"/>
    <w:multiLevelType w:val="hybridMultilevel"/>
    <w:tmpl w:val="4FE21AF8"/>
    <w:lvl w:ilvl="0" w:tplc="CCEE7CF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0F614B"/>
    <w:multiLevelType w:val="hybridMultilevel"/>
    <w:tmpl w:val="08248954"/>
    <w:lvl w:ilvl="0" w:tplc="B192CB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5695D"/>
    <w:multiLevelType w:val="hybridMultilevel"/>
    <w:tmpl w:val="B04CF712"/>
    <w:lvl w:ilvl="0" w:tplc="F0D00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E98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3C57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E2C6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F0E9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924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9E1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2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8C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733F29"/>
    <w:multiLevelType w:val="hybridMultilevel"/>
    <w:tmpl w:val="A296F612"/>
    <w:lvl w:ilvl="0" w:tplc="D74AE2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8A48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1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ECF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43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065F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4E2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D815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B43B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766412"/>
    <w:multiLevelType w:val="hybridMultilevel"/>
    <w:tmpl w:val="D5AEF3CC"/>
    <w:lvl w:ilvl="0" w:tplc="D33A02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DB5A7E"/>
    <w:multiLevelType w:val="hybridMultilevel"/>
    <w:tmpl w:val="A4EC726C"/>
    <w:lvl w:ilvl="0" w:tplc="29D65C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E6E1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DE84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EC0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8E99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7608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F8A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E6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88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1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"/>
  </w:num>
  <w:num w:numId="20">
    <w:abstractNumId w:val="5"/>
  </w:num>
  <w:num w:numId="21">
    <w:abstractNumId w:val="8"/>
  </w:num>
  <w:num w:numId="22">
    <w:abstractNumId w:val="11"/>
  </w:num>
  <w:num w:numId="23">
    <w:abstractNumId w:val="3"/>
  </w:num>
  <w:num w:numId="24">
    <w:abstractNumId w:val="9"/>
  </w:num>
  <w:num w:numId="25">
    <w:abstractNumId w:val="0"/>
  </w:num>
  <w:num w:numId="26">
    <w:abstractNumId w:val="1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9e0a2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549FD25-5CDA-467A-8775-1E3E02F6ED28}"/>
    <w:docVar w:name="dgnword-eventsink" w:val="265912016"/>
  </w:docVars>
  <w:rsids>
    <w:rsidRoot w:val="006F3294"/>
    <w:rsid w:val="0000031E"/>
    <w:rsid w:val="0000122F"/>
    <w:rsid w:val="00006F1A"/>
    <w:rsid w:val="00015844"/>
    <w:rsid w:val="00015AF6"/>
    <w:rsid w:val="000267CE"/>
    <w:rsid w:val="00026CC0"/>
    <w:rsid w:val="00035C39"/>
    <w:rsid w:val="00042114"/>
    <w:rsid w:val="000463C7"/>
    <w:rsid w:val="00046B1A"/>
    <w:rsid w:val="00050985"/>
    <w:rsid w:val="0005150C"/>
    <w:rsid w:val="000519E5"/>
    <w:rsid w:val="000525A8"/>
    <w:rsid w:val="000566E1"/>
    <w:rsid w:val="00063DA4"/>
    <w:rsid w:val="00070DBD"/>
    <w:rsid w:val="000718A0"/>
    <w:rsid w:val="00071F51"/>
    <w:rsid w:val="00075462"/>
    <w:rsid w:val="00076D35"/>
    <w:rsid w:val="00087C54"/>
    <w:rsid w:val="00087CC6"/>
    <w:rsid w:val="00097DAC"/>
    <w:rsid w:val="000A50D6"/>
    <w:rsid w:val="000A51D0"/>
    <w:rsid w:val="000A5325"/>
    <w:rsid w:val="000C0A4F"/>
    <w:rsid w:val="000C1B6F"/>
    <w:rsid w:val="000C5A69"/>
    <w:rsid w:val="000D035A"/>
    <w:rsid w:val="001017A6"/>
    <w:rsid w:val="00105E0A"/>
    <w:rsid w:val="00115501"/>
    <w:rsid w:val="00126991"/>
    <w:rsid w:val="00127778"/>
    <w:rsid w:val="00131D94"/>
    <w:rsid w:val="001437D7"/>
    <w:rsid w:val="0015425B"/>
    <w:rsid w:val="00154349"/>
    <w:rsid w:val="00165778"/>
    <w:rsid w:val="001716D2"/>
    <w:rsid w:val="001749D3"/>
    <w:rsid w:val="00191DA3"/>
    <w:rsid w:val="001926AA"/>
    <w:rsid w:val="001970A9"/>
    <w:rsid w:val="001A32A5"/>
    <w:rsid w:val="001A338B"/>
    <w:rsid w:val="001A5A75"/>
    <w:rsid w:val="001B22DE"/>
    <w:rsid w:val="001B4AFF"/>
    <w:rsid w:val="001B4FC7"/>
    <w:rsid w:val="001C48EF"/>
    <w:rsid w:val="001C4BF5"/>
    <w:rsid w:val="001C5C53"/>
    <w:rsid w:val="001E2B3F"/>
    <w:rsid w:val="001E4B73"/>
    <w:rsid w:val="001E7DF2"/>
    <w:rsid w:val="001F2088"/>
    <w:rsid w:val="001F5047"/>
    <w:rsid w:val="001F519F"/>
    <w:rsid w:val="001F77F0"/>
    <w:rsid w:val="00202BC3"/>
    <w:rsid w:val="00204393"/>
    <w:rsid w:val="00205810"/>
    <w:rsid w:val="0021353D"/>
    <w:rsid w:val="00237829"/>
    <w:rsid w:val="0024365B"/>
    <w:rsid w:val="00244AFA"/>
    <w:rsid w:val="002502E6"/>
    <w:rsid w:val="002526F4"/>
    <w:rsid w:val="00254BD9"/>
    <w:rsid w:val="00292B57"/>
    <w:rsid w:val="00293E2A"/>
    <w:rsid w:val="0029484D"/>
    <w:rsid w:val="002A3D61"/>
    <w:rsid w:val="002B433E"/>
    <w:rsid w:val="002C0099"/>
    <w:rsid w:val="002C0F8A"/>
    <w:rsid w:val="002C34EC"/>
    <w:rsid w:val="002C754B"/>
    <w:rsid w:val="002D039D"/>
    <w:rsid w:val="002D0CCC"/>
    <w:rsid w:val="002D2FC9"/>
    <w:rsid w:val="002E1A69"/>
    <w:rsid w:val="002F0BB2"/>
    <w:rsid w:val="002F610E"/>
    <w:rsid w:val="0030168C"/>
    <w:rsid w:val="0030429F"/>
    <w:rsid w:val="00312F5F"/>
    <w:rsid w:val="00313AB7"/>
    <w:rsid w:val="003178D0"/>
    <w:rsid w:val="00321A97"/>
    <w:rsid w:val="0033484F"/>
    <w:rsid w:val="00336322"/>
    <w:rsid w:val="00336939"/>
    <w:rsid w:val="0034015D"/>
    <w:rsid w:val="00342A78"/>
    <w:rsid w:val="00347FDB"/>
    <w:rsid w:val="00352A8E"/>
    <w:rsid w:val="00354985"/>
    <w:rsid w:val="00362A48"/>
    <w:rsid w:val="00363EEA"/>
    <w:rsid w:val="00364C7D"/>
    <w:rsid w:val="00365131"/>
    <w:rsid w:val="00365E03"/>
    <w:rsid w:val="00376D77"/>
    <w:rsid w:val="00392385"/>
    <w:rsid w:val="003A2402"/>
    <w:rsid w:val="003B4E3C"/>
    <w:rsid w:val="003B5461"/>
    <w:rsid w:val="003B7B9C"/>
    <w:rsid w:val="003D06AE"/>
    <w:rsid w:val="003D6237"/>
    <w:rsid w:val="004000B1"/>
    <w:rsid w:val="00401DF8"/>
    <w:rsid w:val="00404974"/>
    <w:rsid w:val="00410BD9"/>
    <w:rsid w:val="00416E0E"/>
    <w:rsid w:val="00420627"/>
    <w:rsid w:val="00431B84"/>
    <w:rsid w:val="0043299A"/>
    <w:rsid w:val="00440BC1"/>
    <w:rsid w:val="004414A5"/>
    <w:rsid w:val="00441A11"/>
    <w:rsid w:val="004425EC"/>
    <w:rsid w:val="0044453F"/>
    <w:rsid w:val="00444FA5"/>
    <w:rsid w:val="00446170"/>
    <w:rsid w:val="00446F63"/>
    <w:rsid w:val="00451159"/>
    <w:rsid w:val="00456C2F"/>
    <w:rsid w:val="00491127"/>
    <w:rsid w:val="0049546A"/>
    <w:rsid w:val="004B2C26"/>
    <w:rsid w:val="004B7DCD"/>
    <w:rsid w:val="004C04AB"/>
    <w:rsid w:val="004C17F5"/>
    <w:rsid w:val="004D5CCF"/>
    <w:rsid w:val="004D7296"/>
    <w:rsid w:val="004E2030"/>
    <w:rsid w:val="004F14C9"/>
    <w:rsid w:val="004F1A77"/>
    <w:rsid w:val="004F3458"/>
    <w:rsid w:val="00501106"/>
    <w:rsid w:val="00522D39"/>
    <w:rsid w:val="005324FC"/>
    <w:rsid w:val="0053392D"/>
    <w:rsid w:val="00534EC4"/>
    <w:rsid w:val="005474DB"/>
    <w:rsid w:val="00555BA3"/>
    <w:rsid w:val="00556ACE"/>
    <w:rsid w:val="005639E5"/>
    <w:rsid w:val="00575E9B"/>
    <w:rsid w:val="005828EB"/>
    <w:rsid w:val="00582AE7"/>
    <w:rsid w:val="0058498B"/>
    <w:rsid w:val="005853CB"/>
    <w:rsid w:val="00590C3F"/>
    <w:rsid w:val="00591084"/>
    <w:rsid w:val="005A01D2"/>
    <w:rsid w:val="005A2545"/>
    <w:rsid w:val="005A3398"/>
    <w:rsid w:val="005A3D99"/>
    <w:rsid w:val="005A54BB"/>
    <w:rsid w:val="005A59C1"/>
    <w:rsid w:val="005A68DC"/>
    <w:rsid w:val="005B356A"/>
    <w:rsid w:val="005B5979"/>
    <w:rsid w:val="005B6760"/>
    <w:rsid w:val="005E117C"/>
    <w:rsid w:val="005E1BB4"/>
    <w:rsid w:val="005E2532"/>
    <w:rsid w:val="005E293F"/>
    <w:rsid w:val="005F0A7A"/>
    <w:rsid w:val="005F17B1"/>
    <w:rsid w:val="005F329C"/>
    <w:rsid w:val="005F631B"/>
    <w:rsid w:val="005F7C52"/>
    <w:rsid w:val="006040EC"/>
    <w:rsid w:val="00617982"/>
    <w:rsid w:val="00634923"/>
    <w:rsid w:val="00636290"/>
    <w:rsid w:val="00637287"/>
    <w:rsid w:val="00641242"/>
    <w:rsid w:val="00651EFA"/>
    <w:rsid w:val="0065607E"/>
    <w:rsid w:val="00657C68"/>
    <w:rsid w:val="00666B73"/>
    <w:rsid w:val="006719AC"/>
    <w:rsid w:val="00672D18"/>
    <w:rsid w:val="00680CD9"/>
    <w:rsid w:val="00685576"/>
    <w:rsid w:val="0068606F"/>
    <w:rsid w:val="006860C3"/>
    <w:rsid w:val="0068632B"/>
    <w:rsid w:val="00693B96"/>
    <w:rsid w:val="00696C27"/>
    <w:rsid w:val="006D4DC0"/>
    <w:rsid w:val="006E096C"/>
    <w:rsid w:val="006E3437"/>
    <w:rsid w:val="006F1D10"/>
    <w:rsid w:val="006F3294"/>
    <w:rsid w:val="006F3D01"/>
    <w:rsid w:val="006F4507"/>
    <w:rsid w:val="007006E9"/>
    <w:rsid w:val="00716A98"/>
    <w:rsid w:val="007202B2"/>
    <w:rsid w:val="00720D31"/>
    <w:rsid w:val="007340CC"/>
    <w:rsid w:val="007349ED"/>
    <w:rsid w:val="007417E8"/>
    <w:rsid w:val="00752B78"/>
    <w:rsid w:val="007534C7"/>
    <w:rsid w:val="007578F4"/>
    <w:rsid w:val="00760927"/>
    <w:rsid w:val="00762687"/>
    <w:rsid w:val="0076419F"/>
    <w:rsid w:val="007643D7"/>
    <w:rsid w:val="00771D42"/>
    <w:rsid w:val="007801DC"/>
    <w:rsid w:val="0078309A"/>
    <w:rsid w:val="00785A79"/>
    <w:rsid w:val="00796DFB"/>
    <w:rsid w:val="007A4324"/>
    <w:rsid w:val="007A5729"/>
    <w:rsid w:val="007B69DB"/>
    <w:rsid w:val="007C3465"/>
    <w:rsid w:val="007D1982"/>
    <w:rsid w:val="007D5975"/>
    <w:rsid w:val="007D59E2"/>
    <w:rsid w:val="007E0DD3"/>
    <w:rsid w:val="007F3A8A"/>
    <w:rsid w:val="007F4EF7"/>
    <w:rsid w:val="0080751E"/>
    <w:rsid w:val="0081199E"/>
    <w:rsid w:val="008128E5"/>
    <w:rsid w:val="008174C0"/>
    <w:rsid w:val="008175F5"/>
    <w:rsid w:val="008212DC"/>
    <w:rsid w:val="0082355C"/>
    <w:rsid w:val="00823FEB"/>
    <w:rsid w:val="00824D09"/>
    <w:rsid w:val="00827F67"/>
    <w:rsid w:val="008527EF"/>
    <w:rsid w:val="008539EA"/>
    <w:rsid w:val="00857231"/>
    <w:rsid w:val="0085762F"/>
    <w:rsid w:val="00867E6D"/>
    <w:rsid w:val="00870D07"/>
    <w:rsid w:val="008737BF"/>
    <w:rsid w:val="00892F2A"/>
    <w:rsid w:val="008A6B28"/>
    <w:rsid w:val="008A7537"/>
    <w:rsid w:val="008B706D"/>
    <w:rsid w:val="008D2E71"/>
    <w:rsid w:val="008D4E7E"/>
    <w:rsid w:val="008E0054"/>
    <w:rsid w:val="008E07D0"/>
    <w:rsid w:val="008E10C7"/>
    <w:rsid w:val="008E7C5C"/>
    <w:rsid w:val="008F48C8"/>
    <w:rsid w:val="008F4A47"/>
    <w:rsid w:val="008F57C9"/>
    <w:rsid w:val="008F5D50"/>
    <w:rsid w:val="00902250"/>
    <w:rsid w:val="0091250F"/>
    <w:rsid w:val="00914EAA"/>
    <w:rsid w:val="00920F40"/>
    <w:rsid w:val="0092227B"/>
    <w:rsid w:val="009266DC"/>
    <w:rsid w:val="00926EEB"/>
    <w:rsid w:val="00930A42"/>
    <w:rsid w:val="00934D9D"/>
    <w:rsid w:val="009373CF"/>
    <w:rsid w:val="00945B5D"/>
    <w:rsid w:val="009474C6"/>
    <w:rsid w:val="00963081"/>
    <w:rsid w:val="00971EB7"/>
    <w:rsid w:val="009730F9"/>
    <w:rsid w:val="009775F9"/>
    <w:rsid w:val="009A3133"/>
    <w:rsid w:val="009A3EB2"/>
    <w:rsid w:val="009A4443"/>
    <w:rsid w:val="009B55DB"/>
    <w:rsid w:val="009B7BC1"/>
    <w:rsid w:val="009C2178"/>
    <w:rsid w:val="009C3301"/>
    <w:rsid w:val="009D4B64"/>
    <w:rsid w:val="009E1A9A"/>
    <w:rsid w:val="009E2DF6"/>
    <w:rsid w:val="009E541F"/>
    <w:rsid w:val="00A104BA"/>
    <w:rsid w:val="00A1129B"/>
    <w:rsid w:val="00A1322A"/>
    <w:rsid w:val="00A13728"/>
    <w:rsid w:val="00A2500C"/>
    <w:rsid w:val="00A256E1"/>
    <w:rsid w:val="00A31C19"/>
    <w:rsid w:val="00A348F2"/>
    <w:rsid w:val="00A41E0F"/>
    <w:rsid w:val="00A47264"/>
    <w:rsid w:val="00A52118"/>
    <w:rsid w:val="00A5617C"/>
    <w:rsid w:val="00A62D09"/>
    <w:rsid w:val="00A6725A"/>
    <w:rsid w:val="00A75477"/>
    <w:rsid w:val="00A75E80"/>
    <w:rsid w:val="00A77AFE"/>
    <w:rsid w:val="00A87949"/>
    <w:rsid w:val="00A90C08"/>
    <w:rsid w:val="00A92841"/>
    <w:rsid w:val="00AA0445"/>
    <w:rsid w:val="00AA16AE"/>
    <w:rsid w:val="00AA39DA"/>
    <w:rsid w:val="00AA3C11"/>
    <w:rsid w:val="00AB13DF"/>
    <w:rsid w:val="00AB47C2"/>
    <w:rsid w:val="00AB7830"/>
    <w:rsid w:val="00AB7C30"/>
    <w:rsid w:val="00AC0C81"/>
    <w:rsid w:val="00AC6772"/>
    <w:rsid w:val="00AD0214"/>
    <w:rsid w:val="00AD1A56"/>
    <w:rsid w:val="00AE7025"/>
    <w:rsid w:val="00AE7CF9"/>
    <w:rsid w:val="00AF596A"/>
    <w:rsid w:val="00B10527"/>
    <w:rsid w:val="00B13016"/>
    <w:rsid w:val="00B1404D"/>
    <w:rsid w:val="00B224BD"/>
    <w:rsid w:val="00B23191"/>
    <w:rsid w:val="00B40F17"/>
    <w:rsid w:val="00B4305B"/>
    <w:rsid w:val="00B440CF"/>
    <w:rsid w:val="00B46DB1"/>
    <w:rsid w:val="00B53CE6"/>
    <w:rsid w:val="00B5420B"/>
    <w:rsid w:val="00B6039F"/>
    <w:rsid w:val="00B60E69"/>
    <w:rsid w:val="00B6233E"/>
    <w:rsid w:val="00B630BC"/>
    <w:rsid w:val="00B6504C"/>
    <w:rsid w:val="00B70A4F"/>
    <w:rsid w:val="00B77EE6"/>
    <w:rsid w:val="00B82A93"/>
    <w:rsid w:val="00B86262"/>
    <w:rsid w:val="00B915E1"/>
    <w:rsid w:val="00B93D4D"/>
    <w:rsid w:val="00B97512"/>
    <w:rsid w:val="00BB17E8"/>
    <w:rsid w:val="00BB2E82"/>
    <w:rsid w:val="00BC0B13"/>
    <w:rsid w:val="00BC18BA"/>
    <w:rsid w:val="00BC7C2B"/>
    <w:rsid w:val="00BD0EE0"/>
    <w:rsid w:val="00BD6768"/>
    <w:rsid w:val="00BD79A5"/>
    <w:rsid w:val="00BE0EF8"/>
    <w:rsid w:val="00BE1585"/>
    <w:rsid w:val="00BE7402"/>
    <w:rsid w:val="00C02976"/>
    <w:rsid w:val="00C07F29"/>
    <w:rsid w:val="00C14EC3"/>
    <w:rsid w:val="00C157DF"/>
    <w:rsid w:val="00C24871"/>
    <w:rsid w:val="00C33AF6"/>
    <w:rsid w:val="00C470EA"/>
    <w:rsid w:val="00C5169D"/>
    <w:rsid w:val="00C83BBB"/>
    <w:rsid w:val="00C85F32"/>
    <w:rsid w:val="00C869E4"/>
    <w:rsid w:val="00C91327"/>
    <w:rsid w:val="00C924C9"/>
    <w:rsid w:val="00CA3E32"/>
    <w:rsid w:val="00CA3E8E"/>
    <w:rsid w:val="00CA4960"/>
    <w:rsid w:val="00CA7DFB"/>
    <w:rsid w:val="00CB3D23"/>
    <w:rsid w:val="00CB65AD"/>
    <w:rsid w:val="00CC208B"/>
    <w:rsid w:val="00CC23A3"/>
    <w:rsid w:val="00CC43D6"/>
    <w:rsid w:val="00CC6537"/>
    <w:rsid w:val="00CC7A08"/>
    <w:rsid w:val="00CD296E"/>
    <w:rsid w:val="00CE2029"/>
    <w:rsid w:val="00CE54A0"/>
    <w:rsid w:val="00D04D27"/>
    <w:rsid w:val="00D1243F"/>
    <w:rsid w:val="00D132E8"/>
    <w:rsid w:val="00D13F05"/>
    <w:rsid w:val="00D17751"/>
    <w:rsid w:val="00D202C3"/>
    <w:rsid w:val="00D21949"/>
    <w:rsid w:val="00D21BC0"/>
    <w:rsid w:val="00D311CE"/>
    <w:rsid w:val="00D41528"/>
    <w:rsid w:val="00D530B5"/>
    <w:rsid w:val="00D56C06"/>
    <w:rsid w:val="00D62162"/>
    <w:rsid w:val="00D64A3D"/>
    <w:rsid w:val="00D64B5C"/>
    <w:rsid w:val="00D665B5"/>
    <w:rsid w:val="00D758AC"/>
    <w:rsid w:val="00D81341"/>
    <w:rsid w:val="00D85B36"/>
    <w:rsid w:val="00D877C0"/>
    <w:rsid w:val="00D96CA2"/>
    <w:rsid w:val="00D975F8"/>
    <w:rsid w:val="00DA4082"/>
    <w:rsid w:val="00DA6711"/>
    <w:rsid w:val="00DB5580"/>
    <w:rsid w:val="00DC4350"/>
    <w:rsid w:val="00DC4DA0"/>
    <w:rsid w:val="00DC53C1"/>
    <w:rsid w:val="00DD60F6"/>
    <w:rsid w:val="00DF4134"/>
    <w:rsid w:val="00E01F90"/>
    <w:rsid w:val="00E05776"/>
    <w:rsid w:val="00E05AE6"/>
    <w:rsid w:val="00E079B7"/>
    <w:rsid w:val="00E14D14"/>
    <w:rsid w:val="00E21334"/>
    <w:rsid w:val="00E26A1B"/>
    <w:rsid w:val="00E33C18"/>
    <w:rsid w:val="00E35B47"/>
    <w:rsid w:val="00E45E08"/>
    <w:rsid w:val="00E5401C"/>
    <w:rsid w:val="00E654A3"/>
    <w:rsid w:val="00E73426"/>
    <w:rsid w:val="00E8122D"/>
    <w:rsid w:val="00E82BCC"/>
    <w:rsid w:val="00E90631"/>
    <w:rsid w:val="00EA203B"/>
    <w:rsid w:val="00EA40C9"/>
    <w:rsid w:val="00EB0A51"/>
    <w:rsid w:val="00EB58F4"/>
    <w:rsid w:val="00EB60E1"/>
    <w:rsid w:val="00EC23DA"/>
    <w:rsid w:val="00EE6EBC"/>
    <w:rsid w:val="00EF01EB"/>
    <w:rsid w:val="00EF06D5"/>
    <w:rsid w:val="00EF09C7"/>
    <w:rsid w:val="00EF1800"/>
    <w:rsid w:val="00F17ADA"/>
    <w:rsid w:val="00F24854"/>
    <w:rsid w:val="00F3185B"/>
    <w:rsid w:val="00F40375"/>
    <w:rsid w:val="00F51D10"/>
    <w:rsid w:val="00F63ACC"/>
    <w:rsid w:val="00F67A22"/>
    <w:rsid w:val="00F717E7"/>
    <w:rsid w:val="00F753D4"/>
    <w:rsid w:val="00F827EC"/>
    <w:rsid w:val="00F85376"/>
    <w:rsid w:val="00F85E1F"/>
    <w:rsid w:val="00F90FE1"/>
    <w:rsid w:val="00F96241"/>
    <w:rsid w:val="00FA2EF1"/>
    <w:rsid w:val="00FA4F44"/>
    <w:rsid w:val="00FB3017"/>
    <w:rsid w:val="00FB3AB1"/>
    <w:rsid w:val="00FB4126"/>
    <w:rsid w:val="00FB624D"/>
    <w:rsid w:val="00FC6078"/>
    <w:rsid w:val="00FC748D"/>
    <w:rsid w:val="00FD0BD5"/>
    <w:rsid w:val="00F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9e0a27"/>
    </o:shapedefaults>
    <o:shapelayout v:ext="edit">
      <o:idmap v:ext="edit" data="1"/>
    </o:shapelayout>
  </w:shapeDefaults>
  <w:decimalSymbol w:val=","/>
  <w:listSeparator w:val=";"/>
  <w14:docId w14:val="073A6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4E0D"/>
    <w:pPr>
      <w:widowControl w:val="0"/>
      <w:autoSpaceDE w:val="0"/>
      <w:autoSpaceDN w:val="0"/>
      <w:adjustRightInd w:val="0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754E0D"/>
    <w:pPr>
      <w:keepNext/>
      <w:jc w:val="left"/>
      <w:outlineLvl w:val="0"/>
    </w:pPr>
    <w:rPr>
      <w:rFonts w:cs="Arial"/>
      <w:b/>
      <w:bCs/>
      <w:caps/>
      <w:kern w:val="32"/>
      <w:sz w:val="24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F0732"/>
    <w:pPr>
      <w:tabs>
        <w:tab w:val="center" w:pos="4536"/>
        <w:tab w:val="right" w:pos="9072"/>
      </w:tabs>
    </w:pPr>
  </w:style>
  <w:style w:type="paragraph" w:customStyle="1" w:styleId="Titrerubrique">
    <w:name w:val="Titrerubrique"/>
    <w:basedOn w:val="Standard"/>
    <w:next w:val="Standard"/>
    <w:rsid w:val="00754E0D"/>
    <w:rPr>
      <w:b/>
      <w:caps/>
      <w:sz w:val="28"/>
    </w:rPr>
  </w:style>
  <w:style w:type="paragraph" w:styleId="Datum">
    <w:name w:val="Date"/>
    <w:basedOn w:val="Standard"/>
    <w:next w:val="Titrerubrique"/>
    <w:link w:val="DatumZeichen"/>
    <w:rsid w:val="009A2CD2"/>
    <w:pPr>
      <w:spacing w:after="1320"/>
      <w:jc w:val="right"/>
    </w:pPr>
    <w:rPr>
      <w:b/>
      <w:color w:val="9E0A27"/>
      <w:sz w:val="18"/>
    </w:rPr>
  </w:style>
  <w:style w:type="paragraph" w:customStyle="1" w:styleId="TitreDoc">
    <w:name w:val="TitreDoc"/>
    <w:next w:val="Datum"/>
    <w:rsid w:val="009A2CD2"/>
    <w:pPr>
      <w:spacing w:before="760"/>
      <w:contextualSpacing/>
      <w:jc w:val="right"/>
      <w:outlineLvl w:val="0"/>
    </w:pPr>
    <w:rPr>
      <w:rFonts w:ascii="Arial" w:hAnsi="Arial"/>
      <w:bCs/>
      <w:caps/>
      <w:color w:val="9E0A27"/>
      <w:sz w:val="48"/>
      <w:szCs w:val="28"/>
    </w:rPr>
  </w:style>
  <w:style w:type="paragraph" w:styleId="Fuzeile">
    <w:name w:val="footer"/>
    <w:basedOn w:val="Standard"/>
    <w:rsid w:val="00754E0D"/>
    <w:pPr>
      <w:jc w:val="right"/>
    </w:pPr>
    <w:rPr>
      <w:sz w:val="18"/>
    </w:rPr>
  </w:style>
  <w:style w:type="character" w:styleId="Link">
    <w:name w:val="Hyperlink"/>
    <w:rsid w:val="006F3294"/>
    <w:rPr>
      <w:color w:val="0000FF"/>
      <w:u w:val="single"/>
    </w:rPr>
  </w:style>
  <w:style w:type="paragraph" w:customStyle="1" w:styleId="texte">
    <w:name w:val="texte"/>
    <w:basedOn w:val="Standard"/>
    <w:rsid w:val="00D761C5"/>
    <w:pPr>
      <w:widowControl/>
      <w:shd w:val="clear" w:color="auto" w:fill="FFFFFF"/>
      <w:autoSpaceDE/>
      <w:autoSpaceDN/>
      <w:adjustRightInd/>
      <w:spacing w:before="100" w:beforeAutospacing="1" w:after="100" w:afterAutospacing="1"/>
    </w:pPr>
    <w:rPr>
      <w:rFonts w:cs="Arial"/>
      <w:color w:val="444444"/>
      <w:sz w:val="16"/>
      <w:szCs w:val="16"/>
    </w:rPr>
  </w:style>
  <w:style w:type="character" w:styleId="Betont">
    <w:name w:val="Strong"/>
    <w:uiPriority w:val="22"/>
    <w:qFormat/>
    <w:rsid w:val="00D761C5"/>
    <w:rPr>
      <w:b/>
      <w:bCs/>
    </w:rPr>
  </w:style>
  <w:style w:type="table" w:styleId="Tabellenraster">
    <w:name w:val="Table Grid"/>
    <w:basedOn w:val="NormaleTabelle"/>
    <w:rsid w:val="005E7D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8807CE"/>
    <w:rPr>
      <w:rFonts w:ascii="Tahoma" w:hAnsi="Tahoma" w:cs="Tahoma"/>
      <w:sz w:val="16"/>
      <w:szCs w:val="16"/>
    </w:rPr>
  </w:style>
  <w:style w:type="character" w:customStyle="1" w:styleId="DatumZeichen">
    <w:name w:val="Datum Zeichen"/>
    <w:link w:val="Datum"/>
    <w:rsid w:val="004F5383"/>
    <w:rPr>
      <w:rFonts w:ascii="Arial" w:hAnsi="Arial"/>
      <w:b/>
      <w:color w:val="9E0A27"/>
      <w:sz w:val="18"/>
      <w:szCs w:val="24"/>
    </w:rPr>
  </w:style>
  <w:style w:type="paragraph" w:styleId="Funotentext">
    <w:name w:val="footnote text"/>
    <w:basedOn w:val="Standard"/>
    <w:link w:val="FunotentextZeichen"/>
    <w:rsid w:val="004F5383"/>
    <w:pPr>
      <w:widowControl/>
      <w:autoSpaceDE/>
      <w:autoSpaceDN/>
      <w:adjustRightInd/>
      <w:spacing w:after="200"/>
      <w:jc w:val="left"/>
    </w:pPr>
    <w:rPr>
      <w:rFonts w:ascii="Cambria" w:eastAsia="Cambria" w:hAnsi="Cambria"/>
      <w:sz w:val="24"/>
    </w:rPr>
  </w:style>
  <w:style w:type="character" w:customStyle="1" w:styleId="FunotentextZeichen">
    <w:name w:val="Fußnotentext Zeichen"/>
    <w:link w:val="Funotentext"/>
    <w:rsid w:val="004F5383"/>
    <w:rPr>
      <w:rFonts w:ascii="Cambria" w:eastAsia="Cambria" w:hAnsi="Cambria"/>
      <w:sz w:val="24"/>
      <w:szCs w:val="24"/>
      <w:lang w:eastAsia="en-GB"/>
    </w:rPr>
  </w:style>
  <w:style w:type="character" w:styleId="Funotenzeichen">
    <w:name w:val="footnote reference"/>
    <w:rsid w:val="004F5383"/>
    <w:rPr>
      <w:vertAlign w:val="superscript"/>
    </w:rPr>
  </w:style>
  <w:style w:type="character" w:styleId="Kommentarzeichen">
    <w:name w:val="annotation reference"/>
    <w:rsid w:val="002E7C2C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2E7C2C"/>
    <w:rPr>
      <w:sz w:val="24"/>
    </w:rPr>
  </w:style>
  <w:style w:type="character" w:customStyle="1" w:styleId="KommentartextZeichen">
    <w:name w:val="Kommentartext Zeichen"/>
    <w:link w:val="Kommentartext"/>
    <w:rsid w:val="002E7C2C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rsid w:val="002E7C2C"/>
    <w:rPr>
      <w:b/>
      <w:bCs/>
    </w:rPr>
  </w:style>
  <w:style w:type="character" w:customStyle="1" w:styleId="KommentarthemaZeichen">
    <w:name w:val="Kommentarthema Zeichen"/>
    <w:link w:val="Kommentarthema"/>
    <w:rsid w:val="002E7C2C"/>
    <w:rPr>
      <w:rFonts w:ascii="Arial" w:hAnsi="Arial"/>
      <w:b/>
      <w:bCs/>
      <w:sz w:val="24"/>
      <w:szCs w:val="24"/>
    </w:rPr>
  </w:style>
  <w:style w:type="paragraph" w:customStyle="1" w:styleId="Listecouleur-Accent11">
    <w:name w:val="Liste couleur - Accent 11"/>
    <w:basedOn w:val="Standard"/>
    <w:uiPriority w:val="72"/>
    <w:rsid w:val="008527EF"/>
    <w:pPr>
      <w:ind w:left="720"/>
      <w:contextualSpacing/>
    </w:pPr>
  </w:style>
  <w:style w:type="paragraph" w:styleId="Bearbeitung">
    <w:name w:val="Revision"/>
    <w:hidden/>
    <w:uiPriority w:val="71"/>
    <w:rsid w:val="00EF01EB"/>
    <w:rPr>
      <w:rFonts w:ascii="Arial" w:hAnsi="Arial"/>
      <w:sz w:val="22"/>
      <w:szCs w:val="24"/>
    </w:rPr>
  </w:style>
  <w:style w:type="paragraph" w:styleId="StandardWeb">
    <w:name w:val="Normal (Web)"/>
    <w:basedOn w:val="Standard"/>
    <w:uiPriority w:val="99"/>
    <w:unhideWhenUsed/>
    <w:rsid w:val="0049546A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4E0D"/>
    <w:pPr>
      <w:widowControl w:val="0"/>
      <w:autoSpaceDE w:val="0"/>
      <w:autoSpaceDN w:val="0"/>
      <w:adjustRightInd w:val="0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754E0D"/>
    <w:pPr>
      <w:keepNext/>
      <w:jc w:val="left"/>
      <w:outlineLvl w:val="0"/>
    </w:pPr>
    <w:rPr>
      <w:rFonts w:cs="Arial"/>
      <w:b/>
      <w:bCs/>
      <w:caps/>
      <w:kern w:val="32"/>
      <w:sz w:val="24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F0732"/>
    <w:pPr>
      <w:tabs>
        <w:tab w:val="center" w:pos="4536"/>
        <w:tab w:val="right" w:pos="9072"/>
      </w:tabs>
    </w:pPr>
  </w:style>
  <w:style w:type="paragraph" w:customStyle="1" w:styleId="Titrerubrique">
    <w:name w:val="Titrerubrique"/>
    <w:basedOn w:val="Standard"/>
    <w:next w:val="Standard"/>
    <w:rsid w:val="00754E0D"/>
    <w:rPr>
      <w:b/>
      <w:caps/>
      <w:sz w:val="28"/>
    </w:rPr>
  </w:style>
  <w:style w:type="paragraph" w:styleId="Datum">
    <w:name w:val="Date"/>
    <w:basedOn w:val="Standard"/>
    <w:next w:val="Titrerubrique"/>
    <w:link w:val="DatumZeichen"/>
    <w:rsid w:val="009A2CD2"/>
    <w:pPr>
      <w:spacing w:after="1320"/>
      <w:jc w:val="right"/>
    </w:pPr>
    <w:rPr>
      <w:b/>
      <w:color w:val="9E0A27"/>
      <w:sz w:val="18"/>
    </w:rPr>
  </w:style>
  <w:style w:type="paragraph" w:customStyle="1" w:styleId="TitreDoc">
    <w:name w:val="TitreDoc"/>
    <w:next w:val="Datum"/>
    <w:rsid w:val="009A2CD2"/>
    <w:pPr>
      <w:spacing w:before="760"/>
      <w:contextualSpacing/>
      <w:jc w:val="right"/>
      <w:outlineLvl w:val="0"/>
    </w:pPr>
    <w:rPr>
      <w:rFonts w:ascii="Arial" w:hAnsi="Arial"/>
      <w:bCs/>
      <w:caps/>
      <w:color w:val="9E0A27"/>
      <w:sz w:val="48"/>
      <w:szCs w:val="28"/>
    </w:rPr>
  </w:style>
  <w:style w:type="paragraph" w:styleId="Fuzeile">
    <w:name w:val="footer"/>
    <w:basedOn w:val="Standard"/>
    <w:rsid w:val="00754E0D"/>
    <w:pPr>
      <w:jc w:val="right"/>
    </w:pPr>
    <w:rPr>
      <w:sz w:val="18"/>
    </w:rPr>
  </w:style>
  <w:style w:type="character" w:styleId="Link">
    <w:name w:val="Hyperlink"/>
    <w:rsid w:val="006F3294"/>
    <w:rPr>
      <w:color w:val="0000FF"/>
      <w:u w:val="single"/>
    </w:rPr>
  </w:style>
  <w:style w:type="paragraph" w:customStyle="1" w:styleId="texte">
    <w:name w:val="texte"/>
    <w:basedOn w:val="Standard"/>
    <w:rsid w:val="00D761C5"/>
    <w:pPr>
      <w:widowControl/>
      <w:shd w:val="clear" w:color="auto" w:fill="FFFFFF"/>
      <w:autoSpaceDE/>
      <w:autoSpaceDN/>
      <w:adjustRightInd/>
      <w:spacing w:before="100" w:beforeAutospacing="1" w:after="100" w:afterAutospacing="1"/>
    </w:pPr>
    <w:rPr>
      <w:rFonts w:cs="Arial"/>
      <w:color w:val="444444"/>
      <w:sz w:val="16"/>
      <w:szCs w:val="16"/>
    </w:rPr>
  </w:style>
  <w:style w:type="character" w:styleId="Betont">
    <w:name w:val="Strong"/>
    <w:uiPriority w:val="22"/>
    <w:qFormat/>
    <w:rsid w:val="00D761C5"/>
    <w:rPr>
      <w:b/>
      <w:bCs/>
    </w:rPr>
  </w:style>
  <w:style w:type="table" w:styleId="Tabellenraster">
    <w:name w:val="Table Grid"/>
    <w:basedOn w:val="NormaleTabelle"/>
    <w:rsid w:val="005E7D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8807CE"/>
    <w:rPr>
      <w:rFonts w:ascii="Tahoma" w:hAnsi="Tahoma" w:cs="Tahoma"/>
      <w:sz w:val="16"/>
      <w:szCs w:val="16"/>
    </w:rPr>
  </w:style>
  <w:style w:type="character" w:customStyle="1" w:styleId="DatumZeichen">
    <w:name w:val="Datum Zeichen"/>
    <w:link w:val="Datum"/>
    <w:rsid w:val="004F5383"/>
    <w:rPr>
      <w:rFonts w:ascii="Arial" w:hAnsi="Arial"/>
      <w:b/>
      <w:color w:val="9E0A27"/>
      <w:sz w:val="18"/>
      <w:szCs w:val="24"/>
    </w:rPr>
  </w:style>
  <w:style w:type="paragraph" w:styleId="Funotentext">
    <w:name w:val="footnote text"/>
    <w:basedOn w:val="Standard"/>
    <w:link w:val="FunotentextZeichen"/>
    <w:rsid w:val="004F5383"/>
    <w:pPr>
      <w:widowControl/>
      <w:autoSpaceDE/>
      <w:autoSpaceDN/>
      <w:adjustRightInd/>
      <w:spacing w:after="200"/>
      <w:jc w:val="left"/>
    </w:pPr>
    <w:rPr>
      <w:rFonts w:ascii="Cambria" w:eastAsia="Cambria" w:hAnsi="Cambria"/>
      <w:sz w:val="24"/>
    </w:rPr>
  </w:style>
  <w:style w:type="character" w:customStyle="1" w:styleId="FunotentextZeichen">
    <w:name w:val="Fußnotentext Zeichen"/>
    <w:link w:val="Funotentext"/>
    <w:rsid w:val="004F5383"/>
    <w:rPr>
      <w:rFonts w:ascii="Cambria" w:eastAsia="Cambria" w:hAnsi="Cambria"/>
      <w:sz w:val="24"/>
      <w:szCs w:val="24"/>
      <w:lang w:eastAsia="en-GB"/>
    </w:rPr>
  </w:style>
  <w:style w:type="character" w:styleId="Funotenzeichen">
    <w:name w:val="footnote reference"/>
    <w:rsid w:val="004F5383"/>
    <w:rPr>
      <w:vertAlign w:val="superscript"/>
    </w:rPr>
  </w:style>
  <w:style w:type="character" w:styleId="Kommentarzeichen">
    <w:name w:val="annotation reference"/>
    <w:rsid w:val="002E7C2C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2E7C2C"/>
    <w:rPr>
      <w:sz w:val="24"/>
    </w:rPr>
  </w:style>
  <w:style w:type="character" w:customStyle="1" w:styleId="KommentartextZeichen">
    <w:name w:val="Kommentartext Zeichen"/>
    <w:link w:val="Kommentartext"/>
    <w:rsid w:val="002E7C2C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rsid w:val="002E7C2C"/>
    <w:rPr>
      <w:b/>
      <w:bCs/>
    </w:rPr>
  </w:style>
  <w:style w:type="character" w:customStyle="1" w:styleId="KommentarthemaZeichen">
    <w:name w:val="Kommentarthema Zeichen"/>
    <w:link w:val="Kommentarthema"/>
    <w:rsid w:val="002E7C2C"/>
    <w:rPr>
      <w:rFonts w:ascii="Arial" w:hAnsi="Arial"/>
      <w:b/>
      <w:bCs/>
      <w:sz w:val="24"/>
      <w:szCs w:val="24"/>
    </w:rPr>
  </w:style>
  <w:style w:type="paragraph" w:customStyle="1" w:styleId="Listecouleur-Accent11">
    <w:name w:val="Liste couleur - Accent 11"/>
    <w:basedOn w:val="Standard"/>
    <w:uiPriority w:val="72"/>
    <w:rsid w:val="008527EF"/>
    <w:pPr>
      <w:ind w:left="720"/>
      <w:contextualSpacing/>
    </w:pPr>
  </w:style>
  <w:style w:type="paragraph" w:styleId="Bearbeitung">
    <w:name w:val="Revision"/>
    <w:hidden/>
    <w:uiPriority w:val="71"/>
    <w:rsid w:val="00EF01EB"/>
    <w:rPr>
      <w:rFonts w:ascii="Arial" w:hAnsi="Arial"/>
      <w:sz w:val="22"/>
      <w:szCs w:val="24"/>
    </w:rPr>
  </w:style>
  <w:style w:type="paragraph" w:styleId="StandardWeb">
    <w:name w:val="Normal (Web)"/>
    <w:basedOn w:val="Standard"/>
    <w:uiPriority w:val="99"/>
    <w:unhideWhenUsed/>
    <w:rsid w:val="0049546A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178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757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79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984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agemcom.com" TargetMode="External"/><Relationship Id="rId12" Type="http://schemas.openxmlformats.org/officeDocument/2006/relationships/image" Target="media/image2.jpeg"/><Relationship Id="rId13" Type="http://schemas.openxmlformats.org/officeDocument/2006/relationships/hyperlink" Target="http://www.sagemcom.com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panama-pr.de/download/scd-plc.z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9.jpeg"/><Relationship Id="rId3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uleur\Local%20Settings\Temporary%20Internet%20Files\Content.Outlook\KQEUN15Y\SAGEMCOM_CDP%20(3)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4C6A-35DE-8F41-8627-3B645F98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Settings\scouleur\Local Settings\Temporary Internet Files\Content.Outlook\KQEUN15Y\SAGEMCOM_CDP (3).dot</Template>
  <TotalTime>0</TotalTime>
  <Pages>2</Pages>
  <Words>634</Words>
  <Characters>3996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Sagemcom lance une nouvelle radio Internet</vt:lpstr>
      <vt:lpstr>Sagemcom lance une nouvelle radio Internet</vt:lpstr>
    </vt:vector>
  </TitlesOfParts>
  <Company>Sagemcom</Company>
  <LinksUpToDate>false</LinksUpToDate>
  <CharactersWithSpaces>4621</CharactersWithSpaces>
  <SharedDoc>false</SharedDoc>
  <HyperlinkBase/>
  <HLinks>
    <vt:vector size="30" baseType="variant">
      <vt:variant>
        <vt:i4>4653139</vt:i4>
      </vt:variant>
      <vt:variant>
        <vt:i4>9</vt:i4>
      </vt:variant>
      <vt:variant>
        <vt:i4>0</vt:i4>
      </vt:variant>
      <vt:variant>
        <vt:i4>5</vt:i4>
      </vt:variant>
      <vt:variant>
        <vt:lpwstr>mailto:vincent.samuel@linkrp.eu</vt:lpwstr>
      </vt:variant>
      <vt:variant>
        <vt:lpwstr/>
      </vt:variant>
      <vt:variant>
        <vt:i4>786453</vt:i4>
      </vt:variant>
      <vt:variant>
        <vt:i4>6</vt:i4>
      </vt:variant>
      <vt:variant>
        <vt:i4>0</vt:i4>
      </vt:variant>
      <vt:variant>
        <vt:i4>5</vt:i4>
      </vt:variant>
      <vt:variant>
        <vt:lpwstr>mailto:aurore.chiquot@linkrp.eu</vt:lpwstr>
      </vt:variant>
      <vt:variant>
        <vt:lpwstr/>
      </vt:variant>
      <vt:variant>
        <vt:i4>8126548</vt:i4>
      </vt:variant>
      <vt:variant>
        <vt:i4>3</vt:i4>
      </vt:variant>
      <vt:variant>
        <vt:i4>0</vt:i4>
      </vt:variant>
      <vt:variant>
        <vt:i4>5</vt:i4>
      </vt:variant>
      <vt:variant>
        <vt:lpwstr>http://www.sagemcom.com</vt:lpwstr>
      </vt:variant>
      <vt:variant>
        <vt:lpwstr/>
      </vt:variant>
      <vt:variant>
        <vt:i4>8126548</vt:i4>
      </vt:variant>
      <vt:variant>
        <vt:i4>0</vt:i4>
      </vt:variant>
      <vt:variant>
        <vt:i4>0</vt:i4>
      </vt:variant>
      <vt:variant>
        <vt:i4>5</vt:i4>
      </vt:variant>
      <vt:variant>
        <vt:lpwstr>http://www.sagemcom.com</vt:lpwstr>
      </vt:variant>
      <vt:variant>
        <vt:lpwstr/>
      </vt:variant>
      <vt:variant>
        <vt:i4>4325376</vt:i4>
      </vt:variant>
      <vt:variant>
        <vt:i4>2159</vt:i4>
      </vt:variant>
      <vt:variant>
        <vt:i4>1025</vt:i4>
      </vt:variant>
      <vt:variant>
        <vt:i4>1</vt:i4>
      </vt:variant>
      <vt:variant>
        <vt:lpwstr>picPPX3610_freeform_hand_HR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Sagemcom lance une nouvelle radio Internet</dc:title>
  <dc:creator>Aurore Chiquot</dc:creator>
  <cp:lastModifiedBy>PRMobil PanamaPR</cp:lastModifiedBy>
  <cp:revision>4</cp:revision>
  <cp:lastPrinted>2013-09-03T17:08:00Z</cp:lastPrinted>
  <dcterms:created xsi:type="dcterms:W3CDTF">2013-09-05T07:30:00Z</dcterms:created>
  <dcterms:modified xsi:type="dcterms:W3CDTF">2013-09-05T09:33:00Z</dcterms:modified>
</cp:coreProperties>
</file>